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662" w:rsidRPr="002D4E52" w:rsidRDefault="001641D4" w:rsidP="00167153">
      <w:pPr>
        <w:tabs>
          <w:tab w:val="left" w:pos="1134"/>
        </w:tabs>
        <w:jc w:val="both"/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editId="6F549DBE">
                <wp:simplePos x="0" y="0"/>
                <wp:positionH relativeFrom="column">
                  <wp:posOffset>4522470</wp:posOffset>
                </wp:positionH>
                <wp:positionV relativeFrom="paragraph">
                  <wp:posOffset>-212090</wp:posOffset>
                </wp:positionV>
                <wp:extent cx="1371600" cy="285750"/>
                <wp:effectExtent l="0" t="0" r="19050" b="19050"/>
                <wp:wrapNone/>
                <wp:docPr id="5" name="Retângulo de cantos arredondados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85750"/>
                        </a:xfrm>
                        <a:prstGeom prst="roundRect">
                          <a:avLst>
                            <a:gd name="adj" fmla="val 1406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41D4" w:rsidRPr="00911279" w:rsidRDefault="001641D4" w:rsidP="001641D4">
                            <w:pPr>
                              <w:spacing w:before="100" w:beforeAutospacing="1"/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911279">
                              <w:rPr>
                                <w:rFonts w:cs="Arial"/>
                                <w:sz w:val="16"/>
                                <w:szCs w:val="16"/>
                              </w:rPr>
                              <w:t>Cód. 0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1</w:t>
                            </w:r>
                            <w:r w:rsidRPr="00911279">
                              <w:rPr>
                                <w:rFonts w:cs="Arial"/>
                                <w:sz w:val="16"/>
                                <w:szCs w:val="16"/>
                              </w:rPr>
                              <w:t>.00.0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8</w:t>
                            </w:r>
                            <w:r w:rsidRPr="00911279">
                              <w:rPr>
                                <w:rFonts w:cs="Arial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04</w:t>
                            </w:r>
                            <w:r w:rsidRPr="00911279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 ∙ 1C ∙ 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tângulo de cantos arredondados 5" o:spid="_x0000_s1026" style="position:absolute;left:0;text-align:left;margin-left:356.1pt;margin-top:-16.7pt;width:108pt;height:2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921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" filled="f">
                <v:stroke joinstyle="miter"/>
                <v:textbox>
                  <w:txbxContent>
                    <w:p w:rsidR="001641D4" w:rsidRPr="00911279" w:rsidRDefault="001641D4" w:rsidP="001641D4">
                      <w:pPr>
                        <w:spacing w:before="100" w:beforeAutospacing="1"/>
                        <w:jc w:val="center"/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911279">
                        <w:rPr>
                          <w:rFonts w:cs="Arial"/>
                          <w:sz w:val="16"/>
                          <w:szCs w:val="16"/>
                        </w:rPr>
                        <w:t>Cód. 0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1</w:t>
                      </w:r>
                      <w:r w:rsidRPr="00911279">
                        <w:rPr>
                          <w:rFonts w:cs="Arial"/>
                          <w:sz w:val="16"/>
                          <w:szCs w:val="16"/>
                        </w:rPr>
                        <w:t>.00.0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8</w:t>
                      </w:r>
                      <w:r w:rsidRPr="00911279">
                        <w:rPr>
                          <w:rFonts w:cs="Arial"/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04</w:t>
                      </w:r>
                      <w:r w:rsidRPr="00911279">
                        <w:rPr>
                          <w:rFonts w:cs="Arial"/>
                          <w:sz w:val="16"/>
                          <w:szCs w:val="16"/>
                        </w:rPr>
                        <w:t xml:space="preserve"> ∙ 1C ∙ 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E</w:t>
                      </w:r>
                    </w:p>
                  </w:txbxContent>
                </v:textbox>
              </v:roundrect>
            </w:pict>
          </mc:Fallback>
        </mc:AlternateContent>
      </w:r>
    </w:p>
    <w:p w:rsidR="004D0EC6" w:rsidRPr="006F704F" w:rsidRDefault="004D0EC6" w:rsidP="00167153">
      <w:pPr>
        <w:tabs>
          <w:tab w:val="left" w:pos="1134"/>
        </w:tabs>
        <w:spacing w:after="80" w:line="288" w:lineRule="auto"/>
        <w:jc w:val="both"/>
        <w:rPr>
          <w:rFonts w:cs="Arial"/>
          <w:b/>
          <w:bCs/>
        </w:rPr>
      </w:pPr>
      <w:proofErr w:type="gramStart"/>
      <w:r w:rsidRPr="006F704F">
        <w:rPr>
          <w:rFonts w:cs="Arial"/>
        </w:rPr>
        <w:t>Assunto:</w:t>
      </w:r>
      <w:r w:rsidRPr="006F704F">
        <w:rPr>
          <w:rFonts w:cs="Arial"/>
        </w:rPr>
        <w:tab/>
      </w:r>
      <w:proofErr w:type="gramEnd"/>
      <w:r w:rsidR="002A1387" w:rsidRPr="006F704F">
        <w:rPr>
          <w:rFonts w:cs="Arial"/>
          <w:b/>
        </w:rPr>
        <w:t xml:space="preserve">PAUTA RESUMIDA PARA A </w:t>
      </w:r>
      <w:r w:rsidR="00A97DF4">
        <w:rPr>
          <w:rFonts w:cs="Arial"/>
          <w:b/>
        </w:rPr>
        <w:t>2</w:t>
      </w:r>
      <w:r w:rsidR="002C50D0">
        <w:rPr>
          <w:rFonts w:cs="Arial"/>
          <w:b/>
        </w:rPr>
        <w:t>7</w:t>
      </w:r>
      <w:r w:rsidRPr="006F704F">
        <w:rPr>
          <w:rFonts w:cs="Arial"/>
          <w:b/>
        </w:rPr>
        <w:t>ª SESSÃO ORDINÁRIA</w:t>
      </w:r>
      <w:r w:rsidRPr="006F704F">
        <w:rPr>
          <w:rFonts w:cs="Arial"/>
          <w:b/>
          <w:bCs/>
        </w:rPr>
        <w:t xml:space="preserve"> DO ANO DE 202</w:t>
      </w:r>
      <w:r w:rsidR="005C6437">
        <w:rPr>
          <w:rFonts w:cs="Arial"/>
          <w:b/>
          <w:bCs/>
        </w:rPr>
        <w:t>5</w:t>
      </w:r>
    </w:p>
    <w:p w:rsidR="004D0EC6" w:rsidRPr="006F704F" w:rsidRDefault="004D0EC6" w:rsidP="00167153">
      <w:pPr>
        <w:tabs>
          <w:tab w:val="left" w:pos="1134"/>
        </w:tabs>
        <w:spacing w:after="80" w:line="288" w:lineRule="auto"/>
        <w:jc w:val="both"/>
        <w:rPr>
          <w:rFonts w:cs="Arial"/>
          <w:b/>
          <w:bCs/>
        </w:rPr>
      </w:pPr>
      <w:proofErr w:type="gramStart"/>
      <w:r w:rsidRPr="006F704F">
        <w:rPr>
          <w:rFonts w:cs="Arial"/>
        </w:rPr>
        <w:t>Data:</w:t>
      </w:r>
      <w:r w:rsidRPr="006F704F">
        <w:rPr>
          <w:rFonts w:cs="Arial"/>
        </w:rPr>
        <w:tab/>
      </w:r>
      <w:proofErr w:type="gramEnd"/>
      <w:r w:rsidR="002C50D0">
        <w:rPr>
          <w:rFonts w:cs="Arial"/>
          <w:b/>
        </w:rPr>
        <w:t>10</w:t>
      </w:r>
      <w:r w:rsidR="001523D7">
        <w:rPr>
          <w:rFonts w:cs="Arial"/>
          <w:b/>
        </w:rPr>
        <w:t>/</w:t>
      </w:r>
      <w:r w:rsidR="00AB68BF">
        <w:rPr>
          <w:rFonts w:cs="Arial"/>
          <w:b/>
        </w:rPr>
        <w:t>0</w:t>
      </w:r>
      <w:r w:rsidR="005206D8">
        <w:rPr>
          <w:rFonts w:cs="Arial"/>
          <w:b/>
        </w:rPr>
        <w:t>9</w:t>
      </w:r>
      <w:r w:rsidRPr="006F704F">
        <w:rPr>
          <w:rFonts w:cs="Arial"/>
          <w:b/>
        </w:rPr>
        <w:t>/202</w:t>
      </w:r>
      <w:r w:rsidR="003070FF">
        <w:rPr>
          <w:rFonts w:cs="Arial"/>
          <w:b/>
        </w:rPr>
        <w:t>5</w:t>
      </w:r>
      <w:r w:rsidR="009A3BA1">
        <w:rPr>
          <w:rFonts w:cs="Arial"/>
          <w:b/>
          <w:bCs/>
        </w:rPr>
        <w:t xml:space="preserve"> (</w:t>
      </w:r>
      <w:r w:rsidR="00E45317">
        <w:rPr>
          <w:rFonts w:cs="Arial"/>
          <w:b/>
          <w:bCs/>
        </w:rPr>
        <w:t>qu</w:t>
      </w:r>
      <w:r w:rsidR="00C532AF">
        <w:rPr>
          <w:rFonts w:cs="Arial"/>
          <w:b/>
          <w:bCs/>
        </w:rPr>
        <w:t>ar</w:t>
      </w:r>
      <w:r w:rsidR="001108FE">
        <w:rPr>
          <w:rFonts w:cs="Arial"/>
          <w:b/>
          <w:bCs/>
        </w:rPr>
        <w:t>ta</w:t>
      </w:r>
      <w:r w:rsidR="004A2754">
        <w:rPr>
          <w:rFonts w:cs="Arial"/>
          <w:b/>
          <w:bCs/>
        </w:rPr>
        <w:t>-feira</w:t>
      </w:r>
      <w:r w:rsidR="00AB26D4">
        <w:rPr>
          <w:rFonts w:cs="Arial"/>
          <w:b/>
          <w:bCs/>
        </w:rPr>
        <w:t>)</w:t>
      </w:r>
    </w:p>
    <w:p w:rsidR="004D0EC6" w:rsidRPr="006F704F" w:rsidRDefault="004D0EC6" w:rsidP="00167153">
      <w:pPr>
        <w:tabs>
          <w:tab w:val="left" w:pos="1134"/>
        </w:tabs>
        <w:spacing w:after="80" w:line="288" w:lineRule="auto"/>
        <w:jc w:val="both"/>
        <w:rPr>
          <w:rFonts w:cs="Arial"/>
          <w:b/>
          <w:bCs/>
        </w:rPr>
      </w:pPr>
      <w:proofErr w:type="gramStart"/>
      <w:r w:rsidRPr="006F704F">
        <w:rPr>
          <w:rFonts w:cs="Arial"/>
        </w:rPr>
        <w:t>Início:</w:t>
      </w:r>
      <w:r w:rsidRPr="006F704F">
        <w:rPr>
          <w:rFonts w:cs="Arial"/>
        </w:rPr>
        <w:tab/>
      </w:r>
      <w:proofErr w:type="gramEnd"/>
      <w:r w:rsidR="00434A1E">
        <w:rPr>
          <w:rFonts w:cs="Arial"/>
          <w:b/>
          <w:bCs/>
        </w:rPr>
        <w:t>09</w:t>
      </w:r>
      <w:r w:rsidRPr="006F704F">
        <w:rPr>
          <w:rFonts w:cs="Arial"/>
          <w:b/>
          <w:bCs/>
        </w:rPr>
        <w:t xml:space="preserve"> horas</w:t>
      </w:r>
    </w:p>
    <w:p w:rsidR="00726E23" w:rsidRDefault="00726E23" w:rsidP="00BA4DB9">
      <w:pPr>
        <w:jc w:val="both"/>
        <w:rPr>
          <w:rFonts w:cs="Arial"/>
          <w:b/>
          <w:bCs/>
          <w:sz w:val="20"/>
          <w:szCs w:val="20"/>
        </w:rPr>
      </w:pPr>
    </w:p>
    <w:p w:rsidR="004D0EC6" w:rsidRPr="006F704F" w:rsidRDefault="004D0EC6" w:rsidP="00BA4DB9">
      <w:pPr>
        <w:spacing w:line="307" w:lineRule="auto"/>
        <w:jc w:val="both"/>
        <w:rPr>
          <w:rFonts w:cs="Arial"/>
          <w:b/>
          <w:bCs/>
        </w:rPr>
      </w:pPr>
      <w:proofErr w:type="gramStart"/>
      <w:r w:rsidRPr="006F704F">
        <w:rPr>
          <w:rFonts w:cs="Arial"/>
          <w:b/>
          <w:bCs/>
        </w:rPr>
        <w:t>Senhor(</w:t>
      </w:r>
      <w:proofErr w:type="gramEnd"/>
      <w:r w:rsidRPr="006F704F">
        <w:rPr>
          <w:rFonts w:cs="Arial"/>
          <w:b/>
          <w:bCs/>
        </w:rPr>
        <w:t>a) Vereador(a),</w:t>
      </w:r>
    </w:p>
    <w:p w:rsidR="008F608C" w:rsidRDefault="008F608C" w:rsidP="00C00C31">
      <w:pPr>
        <w:spacing w:after="120"/>
        <w:jc w:val="both"/>
        <w:rPr>
          <w:rFonts w:cs="Arial"/>
          <w:b/>
          <w:bCs/>
          <w:sz w:val="20"/>
          <w:szCs w:val="20"/>
        </w:rPr>
      </w:pPr>
    </w:p>
    <w:p w:rsidR="004D0EC6" w:rsidRPr="00A97DF4" w:rsidRDefault="004D0EC6" w:rsidP="00BA4DB9">
      <w:pPr>
        <w:spacing w:after="120" w:line="288" w:lineRule="auto"/>
        <w:jc w:val="both"/>
        <w:rPr>
          <w:rFonts w:cs="Arial"/>
          <w:bCs/>
        </w:rPr>
      </w:pPr>
      <w:r w:rsidRPr="006F704F">
        <w:rPr>
          <w:rFonts w:cs="Arial"/>
        </w:rPr>
        <w:t xml:space="preserve">Por ordem do Presidente desta Casa Legislativa, o Vereador </w:t>
      </w:r>
      <w:r w:rsidR="00BE52F6">
        <w:rPr>
          <w:rFonts w:cs="Arial"/>
        </w:rPr>
        <w:t>Paulo Luís Santos</w:t>
      </w:r>
      <w:r w:rsidRPr="00375E82">
        <w:rPr>
          <w:rFonts w:cs="Arial"/>
        </w:rPr>
        <w:t xml:space="preserve">, observadas as disposições legais e regimentais vigentes, informo a pauta resumida para </w:t>
      </w:r>
      <w:r w:rsidR="00641467">
        <w:rPr>
          <w:rFonts w:cs="Arial"/>
        </w:rPr>
        <w:t xml:space="preserve">a </w:t>
      </w:r>
      <w:r w:rsidRPr="00375E82">
        <w:rPr>
          <w:rFonts w:cs="Arial"/>
        </w:rPr>
        <w:t>Sessão Ordinária acima referida</w:t>
      </w:r>
      <w:r w:rsidRPr="00375E82">
        <w:rPr>
          <w:rFonts w:cs="Arial"/>
          <w:bCs/>
        </w:rPr>
        <w:t>:</w:t>
      </w:r>
    </w:p>
    <w:p w:rsidR="004A3F5A" w:rsidRDefault="00E5705F" w:rsidP="00BA4DB9">
      <w:pPr>
        <w:numPr>
          <w:ilvl w:val="0"/>
          <w:numId w:val="14"/>
        </w:numPr>
        <w:spacing w:after="120" w:line="288" w:lineRule="auto"/>
        <w:ind w:left="284" w:hanging="284"/>
        <w:jc w:val="both"/>
        <w:rPr>
          <w:rFonts w:eastAsia="Calibri" w:cs="Arial"/>
        </w:rPr>
      </w:pPr>
      <w:r w:rsidRPr="00375E82">
        <w:rPr>
          <w:rFonts w:eastAsia="Calibri" w:cs="Arial"/>
        </w:rPr>
        <w:t xml:space="preserve">Discussão e votação das </w:t>
      </w:r>
      <w:r w:rsidR="00260056" w:rsidRPr="00375E82">
        <w:rPr>
          <w:rFonts w:eastAsia="Calibri" w:cs="Arial"/>
        </w:rPr>
        <w:t>matér</w:t>
      </w:r>
      <w:r w:rsidR="00260056">
        <w:rPr>
          <w:rFonts w:eastAsia="Calibri" w:cs="Arial"/>
        </w:rPr>
        <w:t>i</w:t>
      </w:r>
      <w:r w:rsidR="00260056" w:rsidRPr="00375E82">
        <w:rPr>
          <w:rFonts w:eastAsia="Calibri" w:cs="Arial"/>
        </w:rPr>
        <w:t>as</w:t>
      </w:r>
      <w:r w:rsidRPr="00375E82">
        <w:rPr>
          <w:rFonts w:eastAsia="Calibri" w:cs="Arial"/>
        </w:rPr>
        <w:t xml:space="preserve"> constantes da Ordem do Dia</w:t>
      </w:r>
      <w:r w:rsidR="004A3F5A">
        <w:rPr>
          <w:rFonts w:eastAsia="Calibri" w:cs="Arial"/>
        </w:rPr>
        <w:t>;</w:t>
      </w:r>
    </w:p>
    <w:p w:rsidR="0087716A" w:rsidRDefault="0087716A" w:rsidP="00BA4DB9">
      <w:pPr>
        <w:numPr>
          <w:ilvl w:val="0"/>
          <w:numId w:val="14"/>
        </w:numPr>
        <w:spacing w:after="120" w:line="288" w:lineRule="auto"/>
        <w:ind w:left="284" w:hanging="284"/>
        <w:jc w:val="both"/>
        <w:rPr>
          <w:rFonts w:eastAsia="Calibri" w:cs="Arial"/>
        </w:rPr>
      </w:pPr>
      <w:r w:rsidRPr="00375E82">
        <w:rPr>
          <w:rFonts w:eastAsia="Calibri" w:cs="Arial"/>
        </w:rPr>
        <w:t>Leitura e votação dos trabalhos legislativos;</w:t>
      </w:r>
    </w:p>
    <w:p w:rsidR="00F474B2" w:rsidRPr="006F704F" w:rsidRDefault="00FE1407" w:rsidP="00BA4DB9">
      <w:pPr>
        <w:numPr>
          <w:ilvl w:val="0"/>
          <w:numId w:val="14"/>
        </w:numPr>
        <w:spacing w:after="120" w:line="288" w:lineRule="auto"/>
        <w:ind w:left="284" w:hanging="284"/>
        <w:jc w:val="both"/>
        <w:rPr>
          <w:rFonts w:eastAsia="Calibri" w:cs="Arial"/>
        </w:rPr>
      </w:pPr>
      <w:r w:rsidRPr="00375E82">
        <w:rPr>
          <w:rFonts w:eastAsia="Calibri" w:cs="Arial"/>
        </w:rPr>
        <w:t>U</w:t>
      </w:r>
      <w:r w:rsidR="00F474B2" w:rsidRPr="00375E82">
        <w:rPr>
          <w:rFonts w:eastAsia="Calibri" w:cs="Arial"/>
        </w:rPr>
        <w:t xml:space="preserve">so da Tribuna </w:t>
      </w:r>
      <w:r w:rsidRPr="00375E82">
        <w:rPr>
          <w:rFonts w:eastAsia="Calibri" w:cs="Arial"/>
        </w:rPr>
        <w:t>pelos Vereadores</w:t>
      </w:r>
      <w:r w:rsidRPr="006F704F">
        <w:rPr>
          <w:rFonts w:eastAsia="Calibri" w:cs="Arial"/>
        </w:rPr>
        <w:t xml:space="preserve"> no horário dos</w:t>
      </w:r>
      <w:r w:rsidR="00F474B2" w:rsidRPr="006F704F">
        <w:rPr>
          <w:rFonts w:eastAsia="Calibri" w:cs="Arial"/>
        </w:rPr>
        <w:t xml:space="preserve"> Temas Livres</w:t>
      </w:r>
      <w:r w:rsidRPr="006F704F">
        <w:rPr>
          <w:rFonts w:eastAsia="Calibri" w:cs="Arial"/>
        </w:rPr>
        <w:t>.</w:t>
      </w:r>
    </w:p>
    <w:p w:rsidR="00260056" w:rsidRDefault="00260056" w:rsidP="00C00C31">
      <w:pPr>
        <w:jc w:val="both"/>
        <w:rPr>
          <w:rFonts w:eastAsia="Calibri" w:cs="Arial"/>
          <w:sz w:val="14"/>
          <w:szCs w:val="14"/>
        </w:rPr>
      </w:pPr>
    </w:p>
    <w:p w:rsidR="00E5705F" w:rsidRDefault="00E5705F" w:rsidP="00C00C31">
      <w:pPr>
        <w:numPr>
          <w:ilvl w:val="0"/>
          <w:numId w:val="16"/>
        </w:numPr>
        <w:pBdr>
          <w:top w:val="single" w:sz="4" w:space="1" w:color="auto"/>
        </w:pBdr>
        <w:spacing w:before="120" w:after="240" w:line="307" w:lineRule="auto"/>
        <w:ind w:left="425" w:hanging="425"/>
        <w:jc w:val="both"/>
        <w:rPr>
          <w:rFonts w:cs="Arial"/>
        </w:rPr>
      </w:pPr>
      <w:r w:rsidRPr="006F704F">
        <w:rPr>
          <w:rFonts w:cs="Arial"/>
          <w:b/>
          <w:bCs/>
          <w:u w:val="single"/>
        </w:rPr>
        <w:t>ORDEM DO DIA</w:t>
      </w:r>
      <w:r w:rsidRPr="006F704F">
        <w:rPr>
          <w:rFonts w:cs="Arial"/>
        </w:rPr>
        <w:t>:</w:t>
      </w:r>
    </w:p>
    <w:p w:rsidR="00AE33AB" w:rsidRPr="00F967F8" w:rsidRDefault="00AE33AB" w:rsidP="00D70A96">
      <w:pPr>
        <w:numPr>
          <w:ilvl w:val="0"/>
          <w:numId w:val="17"/>
        </w:numPr>
        <w:tabs>
          <w:tab w:val="left" w:pos="426"/>
        </w:tabs>
        <w:spacing w:before="120" w:line="276" w:lineRule="auto"/>
        <w:jc w:val="both"/>
        <w:rPr>
          <w:rFonts w:cs="Arial"/>
          <w:b/>
          <w:color w:val="000000"/>
          <w:u w:val="single"/>
        </w:rPr>
      </w:pPr>
      <w:r w:rsidRPr="00F967F8">
        <w:rPr>
          <w:rFonts w:cs="Arial"/>
          <w:b/>
          <w:color w:val="000000"/>
          <w:u w:val="single"/>
        </w:rPr>
        <w:t xml:space="preserve">Discussão única do </w:t>
      </w:r>
      <w:r>
        <w:rPr>
          <w:rFonts w:cs="Arial"/>
          <w:b/>
          <w:color w:val="000000"/>
          <w:u w:val="single"/>
        </w:rPr>
        <w:t xml:space="preserve">PLL nº </w:t>
      </w:r>
      <w:r w:rsidR="008642F6">
        <w:rPr>
          <w:rFonts w:cs="Arial"/>
          <w:b/>
          <w:color w:val="000000"/>
          <w:u w:val="single"/>
        </w:rPr>
        <w:t>1</w:t>
      </w:r>
      <w:r w:rsidRPr="00260056">
        <w:rPr>
          <w:rFonts w:cs="Arial"/>
          <w:b/>
          <w:color w:val="000000"/>
          <w:u w:val="single"/>
        </w:rPr>
        <w:t>/2025 - Projeto de Lei do Legislativo</w:t>
      </w:r>
      <w:r w:rsidR="00104A8F">
        <w:rPr>
          <w:rFonts w:cs="Arial"/>
          <w:b/>
          <w:color w:val="000000"/>
          <w:u w:val="single"/>
        </w:rPr>
        <w:t xml:space="preserve"> - com Substitutivo</w:t>
      </w:r>
    </w:p>
    <w:p w:rsidR="00AE33AB" w:rsidRPr="00F967F8" w:rsidRDefault="00AE33AB" w:rsidP="00D70A96">
      <w:pPr>
        <w:tabs>
          <w:tab w:val="left" w:pos="426"/>
        </w:tabs>
        <w:spacing w:line="276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Autoria</w:t>
      </w:r>
      <w:r w:rsidR="00104A8F">
        <w:rPr>
          <w:rFonts w:cs="Arial"/>
          <w:color w:val="000000"/>
          <w:u w:val="single"/>
        </w:rPr>
        <w:t xml:space="preserve"> do Substitutivo</w:t>
      </w:r>
      <w:r w:rsidRPr="00F967F8">
        <w:rPr>
          <w:rFonts w:cs="Arial"/>
          <w:color w:val="000000"/>
        </w:rPr>
        <w:t xml:space="preserve">: </w:t>
      </w:r>
      <w:r>
        <w:rPr>
          <w:rFonts w:cs="Arial"/>
          <w:color w:val="000000"/>
        </w:rPr>
        <w:t>Vereador</w:t>
      </w:r>
      <w:r w:rsidR="00104A8F">
        <w:rPr>
          <w:rFonts w:cs="Arial"/>
          <w:color w:val="000000"/>
        </w:rPr>
        <w:t>es</w:t>
      </w:r>
      <w:r>
        <w:rPr>
          <w:rFonts w:cs="Arial"/>
          <w:color w:val="000000"/>
        </w:rPr>
        <w:t xml:space="preserve"> </w:t>
      </w:r>
      <w:r w:rsidR="00104A8F">
        <w:rPr>
          <w:rFonts w:cs="Arial"/>
          <w:color w:val="000000"/>
        </w:rPr>
        <w:t>Valmir do Parque Meia Lua e Jean Araújo</w:t>
      </w:r>
      <w:r w:rsidRPr="00F967F8">
        <w:rPr>
          <w:rFonts w:cs="Arial"/>
          <w:color w:val="000000"/>
        </w:rPr>
        <w:t>.</w:t>
      </w:r>
    </w:p>
    <w:p w:rsidR="00AE33AB" w:rsidRDefault="00AE33AB" w:rsidP="00D70A96">
      <w:pPr>
        <w:tabs>
          <w:tab w:val="left" w:pos="426"/>
        </w:tabs>
        <w:spacing w:line="276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Assunto</w:t>
      </w:r>
      <w:r w:rsidRPr="00F967F8">
        <w:rPr>
          <w:rFonts w:cs="Arial"/>
          <w:color w:val="000000"/>
        </w:rPr>
        <w:t xml:space="preserve">: </w:t>
      </w:r>
      <w:r w:rsidR="00104A8F" w:rsidRPr="00104A8F">
        <w:rPr>
          <w:rFonts w:cs="Arial"/>
          <w:color w:val="000000"/>
        </w:rPr>
        <w:t>Declara de utilidade pública a Associação Atlética Família Nova Jacareí.</w:t>
      </w:r>
    </w:p>
    <w:p w:rsidR="00997142" w:rsidRDefault="00997142" w:rsidP="00D70A96">
      <w:pPr>
        <w:tabs>
          <w:tab w:val="left" w:pos="426"/>
        </w:tabs>
        <w:spacing w:line="276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AE33AB" w:rsidRPr="00F967F8" w:rsidRDefault="00AE33AB" w:rsidP="00D70A96">
      <w:pPr>
        <w:numPr>
          <w:ilvl w:val="0"/>
          <w:numId w:val="17"/>
        </w:numPr>
        <w:tabs>
          <w:tab w:val="left" w:pos="426"/>
        </w:tabs>
        <w:spacing w:before="120" w:line="276" w:lineRule="auto"/>
        <w:jc w:val="both"/>
        <w:rPr>
          <w:rFonts w:cs="Arial"/>
          <w:b/>
          <w:color w:val="000000"/>
          <w:u w:val="single"/>
        </w:rPr>
      </w:pPr>
      <w:r w:rsidRPr="00F967F8">
        <w:rPr>
          <w:rFonts w:cs="Arial"/>
          <w:b/>
          <w:color w:val="000000"/>
          <w:u w:val="single"/>
        </w:rPr>
        <w:t xml:space="preserve">Discussão única do </w:t>
      </w:r>
      <w:r w:rsidRPr="00260056">
        <w:rPr>
          <w:rFonts w:cs="Arial"/>
          <w:b/>
          <w:color w:val="000000"/>
          <w:u w:val="single"/>
        </w:rPr>
        <w:t xml:space="preserve">PLL nº </w:t>
      </w:r>
      <w:r w:rsidR="008642F6">
        <w:rPr>
          <w:rFonts w:cs="Arial"/>
          <w:b/>
          <w:color w:val="000000"/>
          <w:u w:val="single"/>
        </w:rPr>
        <w:t>60</w:t>
      </w:r>
      <w:r w:rsidRPr="00260056">
        <w:rPr>
          <w:rFonts w:cs="Arial"/>
          <w:b/>
          <w:color w:val="000000"/>
          <w:u w:val="single"/>
        </w:rPr>
        <w:t>/2025 - Projeto de Lei do Legislativo</w:t>
      </w:r>
    </w:p>
    <w:p w:rsidR="00AE33AB" w:rsidRPr="00F967F8" w:rsidRDefault="00AE33AB" w:rsidP="00D70A96">
      <w:pPr>
        <w:tabs>
          <w:tab w:val="left" w:pos="426"/>
        </w:tabs>
        <w:spacing w:line="276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Autoria</w:t>
      </w:r>
      <w:r w:rsidRPr="00F967F8">
        <w:rPr>
          <w:rFonts w:cs="Arial"/>
          <w:color w:val="000000"/>
        </w:rPr>
        <w:t xml:space="preserve">: </w:t>
      </w:r>
      <w:r w:rsidR="008642F6">
        <w:rPr>
          <w:rFonts w:cs="Arial"/>
          <w:color w:val="000000"/>
        </w:rPr>
        <w:t>Vereador Paulinho dos Condutores</w:t>
      </w:r>
      <w:r w:rsidRPr="00F967F8">
        <w:rPr>
          <w:rFonts w:cs="Arial"/>
          <w:color w:val="000000"/>
        </w:rPr>
        <w:t>.</w:t>
      </w:r>
    </w:p>
    <w:p w:rsidR="00AE33AB" w:rsidRDefault="00AE33AB" w:rsidP="00D70A96">
      <w:pPr>
        <w:tabs>
          <w:tab w:val="left" w:pos="426"/>
        </w:tabs>
        <w:spacing w:line="276" w:lineRule="auto"/>
        <w:ind w:left="425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Assunto</w:t>
      </w:r>
      <w:r w:rsidRPr="00F967F8">
        <w:rPr>
          <w:rFonts w:cs="Arial"/>
          <w:color w:val="000000"/>
        </w:rPr>
        <w:t xml:space="preserve">: </w:t>
      </w:r>
      <w:r w:rsidR="008642F6" w:rsidRPr="00711819">
        <w:rPr>
          <w:rFonts w:cs="Arial"/>
          <w:color w:val="000000"/>
        </w:rPr>
        <w:t>Altera a redação da Lei 6.226/2018, que dispõe sobre regras gerais de moralidade administrativa para investidura dos agentes públicos no âmbito da Administração Pública Direta e Indireta do Município de Jacareí, e estabelece situações impeditivas a nomeação, nos termos em que específica</w:t>
      </w:r>
      <w:r w:rsidR="00997142" w:rsidRPr="00997142">
        <w:rPr>
          <w:rFonts w:cs="Arial"/>
          <w:color w:val="000000"/>
        </w:rPr>
        <w:t>.</w:t>
      </w:r>
    </w:p>
    <w:p w:rsidR="00AE33AB" w:rsidRDefault="00AE33AB" w:rsidP="00D70A96">
      <w:pPr>
        <w:tabs>
          <w:tab w:val="left" w:pos="426"/>
        </w:tabs>
        <w:spacing w:line="276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2F7990" w:rsidRPr="00F967F8" w:rsidRDefault="002F7990" w:rsidP="00D70A96">
      <w:pPr>
        <w:numPr>
          <w:ilvl w:val="0"/>
          <w:numId w:val="17"/>
        </w:numPr>
        <w:tabs>
          <w:tab w:val="left" w:pos="426"/>
        </w:tabs>
        <w:spacing w:before="120" w:line="276" w:lineRule="auto"/>
        <w:jc w:val="both"/>
        <w:rPr>
          <w:rFonts w:cs="Arial"/>
          <w:b/>
          <w:color w:val="000000"/>
          <w:u w:val="single"/>
        </w:rPr>
      </w:pPr>
      <w:r w:rsidRPr="00F967F8">
        <w:rPr>
          <w:rFonts w:cs="Arial"/>
          <w:b/>
          <w:color w:val="000000"/>
          <w:u w:val="single"/>
        </w:rPr>
        <w:t xml:space="preserve">Discussão única do </w:t>
      </w:r>
      <w:r w:rsidRPr="00260056">
        <w:rPr>
          <w:rFonts w:cs="Arial"/>
          <w:b/>
          <w:color w:val="000000"/>
          <w:u w:val="single"/>
        </w:rPr>
        <w:t>PLL nº 4</w:t>
      </w:r>
      <w:r w:rsidR="00596B82">
        <w:rPr>
          <w:rFonts w:cs="Arial"/>
          <w:b/>
          <w:color w:val="000000"/>
          <w:u w:val="single"/>
        </w:rPr>
        <w:t>6</w:t>
      </w:r>
      <w:r w:rsidRPr="00260056">
        <w:rPr>
          <w:rFonts w:cs="Arial"/>
          <w:b/>
          <w:color w:val="000000"/>
          <w:u w:val="single"/>
        </w:rPr>
        <w:t>/2025 - Projeto de Lei do Legislativo</w:t>
      </w:r>
      <w:r w:rsidR="00596B82">
        <w:rPr>
          <w:rFonts w:cs="Arial"/>
          <w:b/>
          <w:color w:val="000000"/>
          <w:u w:val="single"/>
        </w:rPr>
        <w:t xml:space="preserve"> - com Emenda</w:t>
      </w:r>
    </w:p>
    <w:p w:rsidR="002F7990" w:rsidRPr="00F967F8" w:rsidRDefault="002F7990" w:rsidP="00D70A96">
      <w:pPr>
        <w:tabs>
          <w:tab w:val="left" w:pos="426"/>
        </w:tabs>
        <w:spacing w:line="276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Autoria</w:t>
      </w:r>
      <w:r w:rsidRPr="00F967F8">
        <w:rPr>
          <w:rFonts w:cs="Arial"/>
          <w:color w:val="000000"/>
        </w:rPr>
        <w:t xml:space="preserve">: </w:t>
      </w:r>
      <w:r w:rsidR="00596B82">
        <w:rPr>
          <w:rFonts w:cs="Arial"/>
          <w:color w:val="000000"/>
        </w:rPr>
        <w:t>Vereadora Maria Amélia</w:t>
      </w:r>
      <w:r w:rsidRPr="00F967F8">
        <w:rPr>
          <w:rFonts w:cs="Arial"/>
          <w:color w:val="000000"/>
        </w:rPr>
        <w:t>.</w:t>
      </w:r>
    </w:p>
    <w:p w:rsidR="002F7990" w:rsidRDefault="002F7990" w:rsidP="00D70A96">
      <w:pPr>
        <w:tabs>
          <w:tab w:val="left" w:pos="426"/>
        </w:tabs>
        <w:spacing w:line="276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Assunto</w:t>
      </w:r>
      <w:r w:rsidRPr="00F967F8">
        <w:rPr>
          <w:rFonts w:cs="Arial"/>
          <w:color w:val="000000"/>
        </w:rPr>
        <w:t xml:space="preserve">: </w:t>
      </w:r>
      <w:r w:rsidR="00596B82" w:rsidRPr="00596B82">
        <w:rPr>
          <w:rFonts w:cs="Arial"/>
          <w:color w:val="000000"/>
        </w:rPr>
        <w:t>Reconhece a prática do grafite e do muralismo como manifestações artísticas de valor cultural na ação denominada "MURO LEGAL", declara o grafite e o muralismo como Patrimônio Cultural do Município de Jacareí, fixa permissões para pintura de grafite e muralismo, cria o Programa de Incentivo ao Grafite, Muralismo e Demais Artes Visuais e dá outras providências.</w:t>
      </w:r>
    </w:p>
    <w:p w:rsidR="008642F6" w:rsidRPr="002D76DA" w:rsidRDefault="008642F6" w:rsidP="00D70A96">
      <w:pPr>
        <w:tabs>
          <w:tab w:val="left" w:pos="426"/>
        </w:tabs>
        <w:spacing w:line="276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:rsidR="00AE33AB" w:rsidRPr="00F967F8" w:rsidRDefault="00AE33AB" w:rsidP="00D70A96">
      <w:pPr>
        <w:numPr>
          <w:ilvl w:val="0"/>
          <w:numId w:val="17"/>
        </w:numPr>
        <w:tabs>
          <w:tab w:val="left" w:pos="426"/>
        </w:tabs>
        <w:spacing w:before="120" w:line="276" w:lineRule="auto"/>
        <w:jc w:val="both"/>
        <w:rPr>
          <w:rFonts w:cs="Arial"/>
          <w:b/>
          <w:color w:val="000000"/>
          <w:u w:val="single"/>
        </w:rPr>
      </w:pPr>
      <w:r w:rsidRPr="00F967F8">
        <w:rPr>
          <w:rFonts w:cs="Arial"/>
          <w:b/>
          <w:color w:val="000000"/>
          <w:u w:val="single"/>
        </w:rPr>
        <w:t xml:space="preserve">Discussão única do </w:t>
      </w:r>
      <w:r w:rsidRPr="00AE33AB">
        <w:rPr>
          <w:rFonts w:cs="Arial"/>
          <w:b/>
          <w:color w:val="000000"/>
          <w:u w:val="single"/>
        </w:rPr>
        <w:t>PLE nº 2</w:t>
      </w:r>
      <w:r>
        <w:rPr>
          <w:rFonts w:cs="Arial"/>
          <w:b/>
          <w:color w:val="000000"/>
          <w:u w:val="single"/>
        </w:rPr>
        <w:t>7</w:t>
      </w:r>
      <w:r w:rsidRPr="00AE33AB">
        <w:rPr>
          <w:rFonts w:cs="Arial"/>
          <w:b/>
          <w:color w:val="000000"/>
          <w:u w:val="single"/>
        </w:rPr>
        <w:t>/2025 - Projeto de Lei do Executivo</w:t>
      </w:r>
      <w:r w:rsidR="008642F6">
        <w:rPr>
          <w:rFonts w:cs="Arial"/>
          <w:b/>
          <w:color w:val="000000"/>
          <w:u w:val="single"/>
        </w:rPr>
        <w:t xml:space="preserve"> - com Emenda</w:t>
      </w:r>
    </w:p>
    <w:p w:rsidR="00AE33AB" w:rsidRPr="00F967F8" w:rsidRDefault="00AE33AB" w:rsidP="00D70A96">
      <w:pPr>
        <w:tabs>
          <w:tab w:val="left" w:pos="426"/>
        </w:tabs>
        <w:spacing w:line="276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Autoria</w:t>
      </w:r>
      <w:r w:rsidRPr="00F967F8">
        <w:rPr>
          <w:rFonts w:cs="Arial"/>
          <w:color w:val="000000"/>
        </w:rPr>
        <w:t xml:space="preserve">: </w:t>
      </w:r>
      <w:r w:rsidRPr="00AE33AB">
        <w:rPr>
          <w:rFonts w:cs="Arial"/>
          <w:color w:val="000000"/>
        </w:rPr>
        <w:t>Prefeito Municipal Celso Florêncio de Souza</w:t>
      </w:r>
      <w:r w:rsidRPr="00F967F8">
        <w:rPr>
          <w:rFonts w:cs="Arial"/>
          <w:color w:val="000000"/>
        </w:rPr>
        <w:t>.</w:t>
      </w:r>
    </w:p>
    <w:p w:rsidR="00AE33AB" w:rsidRDefault="00AE33AB" w:rsidP="00D70A96">
      <w:pPr>
        <w:tabs>
          <w:tab w:val="left" w:pos="426"/>
        </w:tabs>
        <w:spacing w:line="276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  <w:r w:rsidRPr="00F967F8">
        <w:rPr>
          <w:rFonts w:cs="Arial"/>
          <w:color w:val="000000"/>
          <w:u w:val="single"/>
        </w:rPr>
        <w:t>Assunto</w:t>
      </w:r>
      <w:r w:rsidRPr="00F967F8">
        <w:rPr>
          <w:rFonts w:cs="Arial"/>
          <w:color w:val="000000"/>
        </w:rPr>
        <w:t xml:space="preserve">: </w:t>
      </w:r>
      <w:r w:rsidRPr="00AE33AB">
        <w:rPr>
          <w:rFonts w:cs="Arial"/>
          <w:color w:val="000000"/>
        </w:rPr>
        <w:t>Dispõe sobre o plano de incentivo a projetos habitacionais de interesse social vinculado ao programa federal "Minha Casa, Minha Vida", nos termos da Lei Federal nº 14.620, de 13 de julho de 2023, e Portaria de nº 724, de 15 de junho de 2023, do Ministério das Ci</w:t>
      </w:r>
      <w:r>
        <w:rPr>
          <w:rFonts w:cs="Arial"/>
          <w:color w:val="000000"/>
        </w:rPr>
        <w:t>dades, e dá outras providências</w:t>
      </w:r>
      <w:r w:rsidRPr="00711819">
        <w:rPr>
          <w:rFonts w:cs="Arial"/>
          <w:color w:val="000000"/>
        </w:rPr>
        <w:t>.</w:t>
      </w:r>
    </w:p>
    <w:p w:rsidR="00AE33AB" w:rsidRDefault="00AE33AB" w:rsidP="00D1498E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8642F6" w:rsidRPr="00F967F8" w:rsidRDefault="008642F6" w:rsidP="008642F6">
      <w:pPr>
        <w:numPr>
          <w:ilvl w:val="0"/>
          <w:numId w:val="17"/>
        </w:numPr>
        <w:tabs>
          <w:tab w:val="left" w:pos="426"/>
        </w:tabs>
        <w:spacing w:before="120" w:line="307" w:lineRule="auto"/>
        <w:jc w:val="both"/>
        <w:rPr>
          <w:rFonts w:cs="Arial"/>
          <w:b/>
          <w:color w:val="000000"/>
          <w:u w:val="single"/>
        </w:rPr>
      </w:pPr>
      <w:r w:rsidRPr="00F967F8">
        <w:rPr>
          <w:rFonts w:cs="Arial"/>
          <w:b/>
          <w:color w:val="000000"/>
          <w:u w:val="single"/>
        </w:rPr>
        <w:lastRenderedPageBreak/>
        <w:t xml:space="preserve">Discussão única do </w:t>
      </w:r>
      <w:r w:rsidRPr="00AE33AB">
        <w:rPr>
          <w:rFonts w:cs="Arial"/>
          <w:b/>
          <w:color w:val="000000"/>
          <w:u w:val="single"/>
        </w:rPr>
        <w:t>PLE nº 2</w:t>
      </w:r>
      <w:r>
        <w:rPr>
          <w:rFonts w:cs="Arial"/>
          <w:b/>
          <w:color w:val="000000"/>
          <w:u w:val="single"/>
        </w:rPr>
        <w:t>4</w:t>
      </w:r>
      <w:r w:rsidRPr="00AE33AB">
        <w:rPr>
          <w:rFonts w:cs="Arial"/>
          <w:b/>
          <w:color w:val="000000"/>
          <w:u w:val="single"/>
        </w:rPr>
        <w:t>/2025 - Projeto de Lei do Executivo</w:t>
      </w:r>
    </w:p>
    <w:p w:rsidR="008642F6" w:rsidRPr="00F967F8" w:rsidRDefault="008642F6" w:rsidP="008642F6">
      <w:pPr>
        <w:tabs>
          <w:tab w:val="left" w:pos="426"/>
        </w:tabs>
        <w:spacing w:line="307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Autoria</w:t>
      </w:r>
      <w:r w:rsidRPr="00F967F8">
        <w:rPr>
          <w:rFonts w:cs="Arial"/>
          <w:color w:val="000000"/>
        </w:rPr>
        <w:t xml:space="preserve">: </w:t>
      </w:r>
      <w:r w:rsidRPr="00AE33AB">
        <w:rPr>
          <w:rFonts w:cs="Arial"/>
          <w:color w:val="000000"/>
        </w:rPr>
        <w:t>Prefeito Municipal Celso Florêncio de Souza</w:t>
      </w:r>
      <w:r w:rsidRPr="00F967F8">
        <w:rPr>
          <w:rFonts w:cs="Arial"/>
          <w:color w:val="000000"/>
        </w:rPr>
        <w:t>.</w:t>
      </w:r>
    </w:p>
    <w:p w:rsidR="008642F6" w:rsidRDefault="008642F6" w:rsidP="008642F6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  <w:r w:rsidRPr="00F967F8">
        <w:rPr>
          <w:rFonts w:cs="Arial"/>
          <w:color w:val="000000"/>
          <w:u w:val="single"/>
        </w:rPr>
        <w:t>Assunto</w:t>
      </w:r>
      <w:r w:rsidRPr="00F967F8">
        <w:rPr>
          <w:rFonts w:cs="Arial"/>
          <w:color w:val="000000"/>
        </w:rPr>
        <w:t xml:space="preserve">: </w:t>
      </w:r>
      <w:r w:rsidRPr="008642F6">
        <w:rPr>
          <w:rFonts w:cs="Arial"/>
          <w:color w:val="000000"/>
        </w:rPr>
        <w:t>Dispõe sobre a regularização, funcionamento e fiscalização de abrigos de cães e gatos mantidos por Organizações da Sociedade Civil (OSC) e Protetores Independentes no Município de Jacareí e dá outras providências.</w:t>
      </w:r>
    </w:p>
    <w:p w:rsidR="008642F6" w:rsidRDefault="008642F6" w:rsidP="00D1498E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8642F6" w:rsidRPr="00F967F8" w:rsidRDefault="008642F6" w:rsidP="008642F6">
      <w:pPr>
        <w:numPr>
          <w:ilvl w:val="0"/>
          <w:numId w:val="17"/>
        </w:numPr>
        <w:tabs>
          <w:tab w:val="left" w:pos="426"/>
        </w:tabs>
        <w:spacing w:before="120" w:line="307" w:lineRule="auto"/>
        <w:jc w:val="both"/>
        <w:rPr>
          <w:rFonts w:cs="Arial"/>
          <w:b/>
          <w:color w:val="000000"/>
          <w:u w:val="single"/>
        </w:rPr>
      </w:pPr>
      <w:r w:rsidRPr="00F967F8">
        <w:rPr>
          <w:rFonts w:cs="Arial"/>
          <w:b/>
          <w:color w:val="000000"/>
          <w:u w:val="single"/>
        </w:rPr>
        <w:t xml:space="preserve">Discussão única do </w:t>
      </w:r>
      <w:r w:rsidRPr="00AE33AB">
        <w:rPr>
          <w:rFonts w:cs="Arial"/>
          <w:b/>
          <w:color w:val="000000"/>
          <w:u w:val="single"/>
        </w:rPr>
        <w:t>PLE nº 2</w:t>
      </w:r>
      <w:r>
        <w:rPr>
          <w:rFonts w:cs="Arial"/>
          <w:b/>
          <w:color w:val="000000"/>
          <w:u w:val="single"/>
        </w:rPr>
        <w:t>9</w:t>
      </w:r>
      <w:r w:rsidRPr="00AE33AB">
        <w:rPr>
          <w:rFonts w:cs="Arial"/>
          <w:b/>
          <w:color w:val="000000"/>
          <w:u w:val="single"/>
        </w:rPr>
        <w:t>/2025 - Projeto de Lei do Executivo</w:t>
      </w:r>
    </w:p>
    <w:p w:rsidR="008642F6" w:rsidRPr="00F967F8" w:rsidRDefault="008642F6" w:rsidP="008642F6">
      <w:pPr>
        <w:tabs>
          <w:tab w:val="left" w:pos="426"/>
        </w:tabs>
        <w:spacing w:line="307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Autoria</w:t>
      </w:r>
      <w:r w:rsidRPr="00F967F8">
        <w:rPr>
          <w:rFonts w:cs="Arial"/>
          <w:color w:val="000000"/>
        </w:rPr>
        <w:t xml:space="preserve">: </w:t>
      </w:r>
      <w:r w:rsidRPr="00AE33AB">
        <w:rPr>
          <w:rFonts w:cs="Arial"/>
          <w:color w:val="000000"/>
        </w:rPr>
        <w:t>Prefeito Municipal Celso Florêncio de Souza</w:t>
      </w:r>
      <w:r w:rsidRPr="00F967F8">
        <w:rPr>
          <w:rFonts w:cs="Arial"/>
          <w:color w:val="000000"/>
        </w:rPr>
        <w:t>.</w:t>
      </w:r>
    </w:p>
    <w:p w:rsidR="008642F6" w:rsidRDefault="008642F6" w:rsidP="008642F6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  <w:r w:rsidRPr="00F967F8">
        <w:rPr>
          <w:rFonts w:cs="Arial"/>
          <w:color w:val="000000"/>
          <w:u w:val="single"/>
        </w:rPr>
        <w:t>Assunto</w:t>
      </w:r>
      <w:r w:rsidRPr="00F967F8">
        <w:rPr>
          <w:rFonts w:cs="Arial"/>
          <w:color w:val="000000"/>
        </w:rPr>
        <w:t xml:space="preserve">: </w:t>
      </w:r>
      <w:r w:rsidRPr="008642F6">
        <w:rPr>
          <w:rFonts w:cs="Arial"/>
          <w:color w:val="000000"/>
        </w:rPr>
        <w:t>Dispõe sobre criação do Projeto para extinção de veículos de tração animal para fins econômicos no Município de Jacareí e dá outras providências.</w:t>
      </w:r>
    </w:p>
    <w:p w:rsidR="008642F6" w:rsidRDefault="008642F6" w:rsidP="00D1498E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2D76DA" w:rsidRPr="00F967F8" w:rsidRDefault="002D76DA" w:rsidP="002D76DA">
      <w:pPr>
        <w:numPr>
          <w:ilvl w:val="0"/>
          <w:numId w:val="17"/>
        </w:numPr>
        <w:tabs>
          <w:tab w:val="left" w:pos="426"/>
        </w:tabs>
        <w:spacing w:before="120" w:line="307" w:lineRule="auto"/>
        <w:jc w:val="both"/>
        <w:rPr>
          <w:rFonts w:cs="Arial"/>
          <w:b/>
          <w:color w:val="000000"/>
          <w:u w:val="single"/>
        </w:rPr>
      </w:pPr>
      <w:r w:rsidRPr="00F967F8">
        <w:rPr>
          <w:rFonts w:cs="Arial"/>
          <w:b/>
          <w:color w:val="000000"/>
          <w:u w:val="single"/>
        </w:rPr>
        <w:t xml:space="preserve">Discussão única do </w:t>
      </w:r>
      <w:r>
        <w:rPr>
          <w:rFonts w:cs="Arial"/>
          <w:b/>
          <w:color w:val="000000"/>
          <w:u w:val="single"/>
        </w:rPr>
        <w:t>PLL nº 13</w:t>
      </w:r>
      <w:r w:rsidRPr="00260056">
        <w:rPr>
          <w:rFonts w:cs="Arial"/>
          <w:b/>
          <w:color w:val="000000"/>
          <w:u w:val="single"/>
        </w:rPr>
        <w:t>/2025 - Projeto de Lei do Legislativo</w:t>
      </w:r>
      <w:r>
        <w:rPr>
          <w:rFonts w:cs="Arial"/>
          <w:b/>
          <w:color w:val="000000"/>
          <w:u w:val="single"/>
        </w:rPr>
        <w:t xml:space="preserve"> - com Emenda</w:t>
      </w:r>
    </w:p>
    <w:p w:rsidR="002D76DA" w:rsidRPr="00F967F8" w:rsidRDefault="002D76DA" w:rsidP="002D76DA">
      <w:pPr>
        <w:tabs>
          <w:tab w:val="left" w:pos="426"/>
        </w:tabs>
        <w:spacing w:line="307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Autoria</w:t>
      </w:r>
      <w:r w:rsidRPr="00F967F8">
        <w:rPr>
          <w:rFonts w:cs="Arial"/>
          <w:color w:val="000000"/>
        </w:rPr>
        <w:t xml:space="preserve">: </w:t>
      </w:r>
      <w:r>
        <w:rPr>
          <w:rFonts w:cs="Arial"/>
          <w:color w:val="000000"/>
        </w:rPr>
        <w:t>Vereador Hernani Barreto</w:t>
      </w:r>
      <w:r w:rsidRPr="00F967F8">
        <w:rPr>
          <w:rFonts w:cs="Arial"/>
          <w:color w:val="000000"/>
        </w:rPr>
        <w:t>.</w:t>
      </w:r>
    </w:p>
    <w:p w:rsidR="002D76DA" w:rsidRDefault="002D76DA" w:rsidP="002D76DA">
      <w:pPr>
        <w:tabs>
          <w:tab w:val="left" w:pos="426"/>
        </w:tabs>
        <w:spacing w:line="288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Assunto</w:t>
      </w:r>
      <w:r w:rsidRPr="00F967F8">
        <w:rPr>
          <w:rFonts w:cs="Arial"/>
          <w:color w:val="000000"/>
        </w:rPr>
        <w:t xml:space="preserve">: </w:t>
      </w:r>
      <w:r w:rsidRPr="008642F6">
        <w:rPr>
          <w:rFonts w:cs="Arial"/>
          <w:color w:val="000000"/>
        </w:rPr>
        <w:t>Institui o "Banco de Ração e Utensílios para Animais" e dá outras providências.</w:t>
      </w:r>
    </w:p>
    <w:p w:rsidR="002D76DA" w:rsidRPr="002D76DA" w:rsidRDefault="002D76DA" w:rsidP="002D76DA">
      <w:pPr>
        <w:tabs>
          <w:tab w:val="left" w:pos="426"/>
        </w:tabs>
        <w:spacing w:line="288" w:lineRule="auto"/>
        <w:ind w:left="426"/>
        <w:jc w:val="both"/>
        <w:rPr>
          <w:rFonts w:cs="Arial"/>
          <w:color w:val="000000"/>
        </w:rPr>
      </w:pPr>
      <w:r w:rsidRPr="002D76DA">
        <w:rPr>
          <w:rFonts w:cs="Arial"/>
          <w:color w:val="000000"/>
        </w:rPr>
        <w:t xml:space="preserve">(Tramitação em conjunto </w:t>
      </w:r>
      <w:r>
        <w:rPr>
          <w:rFonts w:cs="Arial"/>
          <w:color w:val="000000"/>
        </w:rPr>
        <w:t xml:space="preserve">com o </w:t>
      </w:r>
      <w:r w:rsidRPr="002D76DA">
        <w:rPr>
          <w:rFonts w:cs="Arial"/>
          <w:color w:val="000000"/>
          <w:u w:val="single"/>
        </w:rPr>
        <w:t>PLE nº 25/2025 - Projeto de Lei do Executivo</w:t>
      </w:r>
      <w:r>
        <w:rPr>
          <w:rFonts w:cs="Arial"/>
          <w:color w:val="000000"/>
        </w:rPr>
        <w:t>, em razão de ambos versarem sobre o mesmo assunto).</w:t>
      </w:r>
    </w:p>
    <w:p w:rsidR="002D76DA" w:rsidRDefault="002D76DA" w:rsidP="00D1498E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4D0EC6" w:rsidRPr="006F704F" w:rsidRDefault="004D0EC6" w:rsidP="009C3642">
      <w:pPr>
        <w:numPr>
          <w:ilvl w:val="0"/>
          <w:numId w:val="16"/>
        </w:numPr>
        <w:pBdr>
          <w:top w:val="single" w:sz="4" w:space="1" w:color="auto"/>
        </w:pBdr>
        <w:spacing w:before="120" w:after="120" w:line="360" w:lineRule="auto"/>
        <w:ind w:left="425" w:hanging="425"/>
        <w:jc w:val="both"/>
        <w:rPr>
          <w:rFonts w:cs="Arial"/>
          <w:b/>
          <w:bCs/>
          <w:u w:val="single"/>
        </w:rPr>
      </w:pPr>
      <w:r w:rsidRPr="006F704F">
        <w:rPr>
          <w:rFonts w:cs="Arial"/>
          <w:b/>
          <w:bCs/>
          <w:u w:val="single"/>
        </w:rPr>
        <w:t>ORDEM PARA VOTAÇÃO NOMINAL E PARA TEMAS LIVRES</w:t>
      </w:r>
      <w:r w:rsidR="003B2E87">
        <w:rPr>
          <w:rFonts w:cs="Arial"/>
          <w:b/>
          <w:bCs/>
          <w:u w:val="single"/>
        </w:rPr>
        <w:t>:</w:t>
      </w:r>
    </w:p>
    <w:p w:rsidR="00AD3DE6" w:rsidRDefault="00AD3DE6" w:rsidP="00AD3DE6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 xml:space="preserve">PAULINHO DOS </w:t>
      </w:r>
      <w:r>
        <w:rPr>
          <w:rFonts w:cs="Arial"/>
        </w:rPr>
        <w:t>CONDUTORES</w:t>
      </w:r>
      <w:r>
        <w:rPr>
          <w:rFonts w:cs="Arial"/>
        </w:rPr>
        <w:tab/>
        <w:t>PODEMOS</w:t>
      </w:r>
    </w:p>
    <w:p w:rsidR="00785F87" w:rsidRDefault="00785F87" w:rsidP="00785F87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S</w:t>
      </w:r>
      <w:r>
        <w:rPr>
          <w:rFonts w:cs="Arial"/>
        </w:rPr>
        <w:t>IUFARNE DO CIDADE SALVADOR</w:t>
      </w:r>
      <w:r w:rsidRPr="006F704F">
        <w:rPr>
          <w:rFonts w:cs="Arial"/>
        </w:rPr>
        <w:tab/>
        <w:t>PL</w:t>
      </w:r>
    </w:p>
    <w:p w:rsidR="00EF1337" w:rsidRDefault="00EF1337" w:rsidP="00EF1337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VALMIR DO PARQUE MEIA LUA</w:t>
      </w:r>
      <w:r w:rsidRPr="006F704F">
        <w:rPr>
          <w:rFonts w:cs="Arial"/>
        </w:rPr>
        <w:tab/>
      </w:r>
      <w:r>
        <w:rPr>
          <w:rFonts w:cs="Arial"/>
        </w:rPr>
        <w:t>PP</w:t>
      </w:r>
    </w:p>
    <w:p w:rsidR="00F4205D" w:rsidRDefault="00F4205D" w:rsidP="00F4205D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DANIEL MARIANO</w:t>
      </w:r>
      <w:r w:rsidRPr="006F704F">
        <w:rPr>
          <w:rFonts w:cs="Arial"/>
        </w:rPr>
        <w:tab/>
        <w:t>P</w:t>
      </w:r>
      <w:r>
        <w:rPr>
          <w:rFonts w:cs="Arial"/>
        </w:rPr>
        <w:t>L</w:t>
      </w:r>
    </w:p>
    <w:p w:rsidR="007234C5" w:rsidRDefault="007234C5" w:rsidP="007234C5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GABRIEL BELÉM</w:t>
      </w:r>
      <w:r w:rsidRPr="006F704F">
        <w:rPr>
          <w:rFonts w:cs="Arial"/>
        </w:rPr>
        <w:tab/>
        <w:t>P</w:t>
      </w:r>
      <w:r>
        <w:rPr>
          <w:rFonts w:cs="Arial"/>
        </w:rPr>
        <w:t>SB</w:t>
      </w:r>
    </w:p>
    <w:p w:rsidR="00073D13" w:rsidRDefault="00073D13" w:rsidP="00073D13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HERNANI BARRETO</w:t>
      </w:r>
      <w:r w:rsidRPr="006F704F">
        <w:rPr>
          <w:rFonts w:cs="Arial"/>
        </w:rPr>
        <w:tab/>
        <w:t>REPUBLICANOS</w:t>
      </w:r>
    </w:p>
    <w:p w:rsidR="002138D7" w:rsidRDefault="002138D7" w:rsidP="002138D7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JEAN ARAÚJO</w:t>
      </w:r>
      <w:r>
        <w:rPr>
          <w:rFonts w:cs="Arial"/>
        </w:rPr>
        <w:tab/>
        <w:t>PP</w:t>
      </w:r>
    </w:p>
    <w:p w:rsidR="001B00DE" w:rsidRDefault="00745CB0" w:rsidP="001B00DE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JUEX ALMEIDA</w:t>
      </w:r>
      <w:r>
        <w:rPr>
          <w:rFonts w:cs="Arial"/>
        </w:rPr>
        <w:tab/>
        <w:t>PP</w:t>
      </w:r>
    </w:p>
    <w:p w:rsidR="00FA314E" w:rsidRDefault="00FA314E" w:rsidP="00FA314E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LUÍS FLÁVIO - FLAVINHO</w:t>
      </w:r>
      <w:r w:rsidRPr="006F704F">
        <w:rPr>
          <w:rFonts w:cs="Arial"/>
        </w:rPr>
        <w:tab/>
        <w:t>PT</w:t>
      </w:r>
    </w:p>
    <w:p w:rsidR="001B00DE" w:rsidRDefault="001B00DE" w:rsidP="001B00DE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MARCELO DANTAS</w:t>
      </w:r>
      <w:r>
        <w:rPr>
          <w:rFonts w:cs="Arial"/>
        </w:rPr>
        <w:tab/>
        <w:t>PODEMOS</w:t>
      </w:r>
    </w:p>
    <w:p w:rsidR="001727A5" w:rsidRDefault="001727A5" w:rsidP="001727A5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MARIA AMÉLIA</w:t>
      </w:r>
      <w:r w:rsidRPr="006F704F">
        <w:rPr>
          <w:rFonts w:cs="Arial"/>
        </w:rPr>
        <w:tab/>
        <w:t>PSDB</w:t>
      </w:r>
      <w:proofErr w:type="gramStart"/>
      <w:r w:rsidR="008642F6" w:rsidRPr="006F704F">
        <w:rPr>
          <w:rFonts w:cs="Arial"/>
        </w:rPr>
        <w:tab/>
        <w:t>(</w:t>
      </w:r>
      <w:proofErr w:type="gramEnd"/>
      <w:r w:rsidR="008642F6" w:rsidRPr="006F704F">
        <w:rPr>
          <w:rFonts w:cs="Arial"/>
        </w:rPr>
        <w:t>LEITURA DA BÍBLIA)</w:t>
      </w:r>
    </w:p>
    <w:p w:rsidR="00057CF2" w:rsidRDefault="00057CF2" w:rsidP="00057CF2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NETHO ALVES</w:t>
      </w:r>
      <w:r>
        <w:rPr>
          <w:rFonts w:cs="Arial"/>
        </w:rPr>
        <w:tab/>
        <w:t>PL</w:t>
      </w:r>
    </w:p>
    <w:p w:rsidR="008642F6" w:rsidRDefault="008642F6" w:rsidP="008642F6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PAULINHO DO ESPORTE</w:t>
      </w:r>
      <w:r w:rsidRPr="006F704F">
        <w:rPr>
          <w:rFonts w:cs="Arial"/>
        </w:rPr>
        <w:tab/>
        <w:t>P</w:t>
      </w:r>
      <w:r>
        <w:rPr>
          <w:rFonts w:cs="Arial"/>
        </w:rPr>
        <w:t>O</w:t>
      </w:r>
      <w:r w:rsidRPr="006F704F">
        <w:rPr>
          <w:rFonts w:cs="Arial"/>
        </w:rPr>
        <w:t>D</w:t>
      </w:r>
      <w:r>
        <w:rPr>
          <w:rFonts w:cs="Arial"/>
        </w:rPr>
        <w:t>EMOS</w:t>
      </w:r>
    </w:p>
    <w:p w:rsidR="00A1370D" w:rsidRDefault="00A1370D" w:rsidP="00976DE3">
      <w:pPr>
        <w:tabs>
          <w:tab w:val="left" w:leader="dot" w:pos="709"/>
          <w:tab w:val="left" w:leader="dot" w:pos="6237"/>
          <w:tab w:val="right" w:leader="dot" w:pos="6521"/>
        </w:tabs>
        <w:spacing w:line="307" w:lineRule="auto"/>
        <w:jc w:val="both"/>
        <w:rPr>
          <w:rFonts w:cs="Arial"/>
          <w:sz w:val="10"/>
          <w:szCs w:val="10"/>
        </w:rPr>
      </w:pPr>
    </w:p>
    <w:p w:rsidR="00D70A96" w:rsidRDefault="00D70A96" w:rsidP="00976DE3">
      <w:pPr>
        <w:tabs>
          <w:tab w:val="left" w:leader="dot" w:pos="709"/>
          <w:tab w:val="left" w:leader="dot" w:pos="6237"/>
          <w:tab w:val="right" w:leader="dot" w:pos="6521"/>
        </w:tabs>
        <w:spacing w:line="307" w:lineRule="auto"/>
        <w:jc w:val="both"/>
        <w:rPr>
          <w:rFonts w:cs="Arial"/>
          <w:sz w:val="10"/>
          <w:szCs w:val="10"/>
        </w:rPr>
      </w:pPr>
      <w:bookmarkStart w:id="0" w:name="_GoBack"/>
      <w:bookmarkEnd w:id="0"/>
    </w:p>
    <w:p w:rsidR="004D0EC6" w:rsidRDefault="004D0EC6" w:rsidP="009C3642">
      <w:pPr>
        <w:spacing w:line="360" w:lineRule="exact"/>
        <w:jc w:val="right"/>
        <w:rPr>
          <w:rFonts w:cs="Arial"/>
        </w:rPr>
      </w:pPr>
      <w:r w:rsidRPr="006F704F">
        <w:rPr>
          <w:rFonts w:cs="Arial"/>
        </w:rPr>
        <w:t xml:space="preserve">Câmara Municipal de Jacareí, </w:t>
      </w:r>
      <w:r w:rsidR="008642F6">
        <w:rPr>
          <w:rFonts w:cs="Arial"/>
        </w:rPr>
        <w:t>5</w:t>
      </w:r>
      <w:r w:rsidR="00BD6A93">
        <w:rPr>
          <w:rFonts w:cs="Arial"/>
        </w:rPr>
        <w:t xml:space="preserve"> </w:t>
      </w:r>
      <w:r w:rsidR="00E0540A" w:rsidRPr="006F704F">
        <w:rPr>
          <w:rFonts w:cs="Arial"/>
        </w:rPr>
        <w:t xml:space="preserve">de </w:t>
      </w:r>
      <w:r w:rsidR="008642F6">
        <w:rPr>
          <w:rFonts w:cs="Arial"/>
        </w:rPr>
        <w:t>setembro</w:t>
      </w:r>
      <w:r w:rsidR="00745CB0">
        <w:rPr>
          <w:rFonts w:cs="Arial"/>
        </w:rPr>
        <w:t xml:space="preserve"> </w:t>
      </w:r>
      <w:r w:rsidRPr="006F704F">
        <w:rPr>
          <w:rFonts w:cs="Arial"/>
        </w:rPr>
        <w:t>de 202</w:t>
      </w:r>
      <w:r w:rsidR="005C6437">
        <w:rPr>
          <w:rFonts w:cs="Arial"/>
        </w:rPr>
        <w:t>5</w:t>
      </w:r>
      <w:r w:rsidRPr="006F704F">
        <w:rPr>
          <w:rFonts w:cs="Arial"/>
        </w:rPr>
        <w:t>.</w:t>
      </w:r>
    </w:p>
    <w:p w:rsidR="007A2276" w:rsidRDefault="007A2276" w:rsidP="00976DE3">
      <w:pPr>
        <w:spacing w:line="307" w:lineRule="auto"/>
        <w:jc w:val="right"/>
        <w:rPr>
          <w:rFonts w:cs="Arial"/>
          <w:sz w:val="10"/>
          <w:szCs w:val="10"/>
        </w:rPr>
      </w:pPr>
    </w:p>
    <w:p w:rsidR="00D70A96" w:rsidRDefault="00D70A96" w:rsidP="00976DE3">
      <w:pPr>
        <w:spacing w:line="307" w:lineRule="auto"/>
        <w:jc w:val="right"/>
        <w:rPr>
          <w:rFonts w:cs="Arial"/>
          <w:sz w:val="10"/>
          <w:szCs w:val="10"/>
        </w:rPr>
      </w:pPr>
    </w:p>
    <w:p w:rsidR="002A2D6E" w:rsidRDefault="002A2D6E" w:rsidP="00976DE3">
      <w:pPr>
        <w:spacing w:line="307" w:lineRule="auto"/>
        <w:jc w:val="right"/>
        <w:rPr>
          <w:rFonts w:cs="Arial"/>
          <w:sz w:val="10"/>
          <w:szCs w:val="10"/>
        </w:rPr>
      </w:pPr>
    </w:p>
    <w:p w:rsidR="00BA4DB9" w:rsidRDefault="00BA4DB9" w:rsidP="00976DE3">
      <w:pPr>
        <w:spacing w:line="307" w:lineRule="auto"/>
        <w:jc w:val="right"/>
        <w:rPr>
          <w:rFonts w:cs="Arial"/>
          <w:sz w:val="10"/>
          <w:szCs w:val="10"/>
        </w:rPr>
      </w:pPr>
    </w:p>
    <w:p w:rsidR="004D0EC6" w:rsidRPr="006F704F" w:rsidRDefault="00EF7A2A" w:rsidP="001F49FB">
      <w:pPr>
        <w:jc w:val="right"/>
        <w:rPr>
          <w:rFonts w:cs="Arial"/>
          <w:b/>
        </w:rPr>
      </w:pPr>
      <w:r w:rsidRPr="006F704F">
        <w:rPr>
          <w:rFonts w:cs="Arial"/>
          <w:b/>
        </w:rPr>
        <w:t>Felipe Santos de Lima</w:t>
      </w:r>
    </w:p>
    <w:p w:rsidR="00C251DE" w:rsidRPr="006F704F" w:rsidRDefault="004D0EC6" w:rsidP="001F49FB">
      <w:pPr>
        <w:jc w:val="right"/>
        <w:rPr>
          <w:rFonts w:cs="Arial"/>
        </w:rPr>
      </w:pPr>
      <w:r w:rsidRPr="006F704F">
        <w:rPr>
          <w:rFonts w:cs="Arial"/>
        </w:rPr>
        <w:t>Secretário-Diretor Legislativo</w:t>
      </w:r>
    </w:p>
    <w:sectPr w:rsidR="00C251DE" w:rsidRPr="006F704F" w:rsidSect="009C3642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985" w:right="851" w:bottom="709" w:left="1701" w:header="567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225E" w:rsidRDefault="003F225E">
      <w:r>
        <w:separator/>
      </w:r>
    </w:p>
  </w:endnote>
  <w:endnote w:type="continuationSeparator" w:id="0">
    <w:p w:rsidR="003F225E" w:rsidRDefault="003F2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A3B" w:rsidRPr="001457E1" w:rsidRDefault="00222A3B" w:rsidP="00222A3B">
    <w:pPr>
      <w:pStyle w:val="Rodap"/>
      <w:pBdr>
        <w:top w:val="single" w:sz="4" w:space="1" w:color="auto"/>
      </w:pBdr>
      <w:tabs>
        <w:tab w:val="left" w:pos="708"/>
      </w:tabs>
      <w:ind w:right="28"/>
      <w:jc w:val="center"/>
      <w:rPr>
        <w:rFonts w:cs="Arial"/>
        <w:sz w:val="15"/>
        <w:szCs w:val="15"/>
      </w:rPr>
    </w:pPr>
    <w:r w:rsidRPr="001457E1">
      <w:rPr>
        <w:rFonts w:cs="Arial"/>
        <w:smallCaps/>
        <w:spacing w:val="14"/>
        <w:sz w:val="15"/>
        <w:szCs w:val="15"/>
      </w:rPr>
      <w:t xml:space="preserve">Praça dos Três Poderes, 74 - Centro - Jacareí/SP - CEP: 12.327-901 - Tel.: (012)3955-2200 - </w:t>
    </w:r>
    <w:r w:rsidRPr="001457E1">
      <w:rPr>
        <w:rFonts w:cs="Arial"/>
        <w:sz w:val="15"/>
        <w:szCs w:val="15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58F4" w:rsidRPr="001457E1" w:rsidRDefault="000D60C2" w:rsidP="0054356D">
    <w:pPr>
      <w:pStyle w:val="Rodap"/>
      <w:pBdr>
        <w:top w:val="single" w:sz="4" w:space="1" w:color="auto"/>
      </w:pBdr>
      <w:tabs>
        <w:tab w:val="left" w:pos="708"/>
      </w:tabs>
      <w:ind w:right="28"/>
      <w:jc w:val="center"/>
      <w:rPr>
        <w:rFonts w:cs="Arial"/>
        <w:sz w:val="15"/>
        <w:szCs w:val="15"/>
      </w:rPr>
    </w:pPr>
    <w:r w:rsidRPr="001457E1">
      <w:rPr>
        <w:rFonts w:cs="Arial"/>
        <w:smallCaps/>
        <w:spacing w:val="14"/>
        <w:sz w:val="15"/>
        <w:szCs w:val="15"/>
      </w:rPr>
      <w:t xml:space="preserve">Praça dos Três Poderes, 74 - Centro - Jacareí/SP - CEP: 12.327-901 - Tel.: (012)3955-2200 - </w:t>
    </w:r>
    <w:r w:rsidRPr="001457E1">
      <w:rPr>
        <w:rFonts w:cs="Arial"/>
        <w:sz w:val="15"/>
        <w:szCs w:val="15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225E" w:rsidRDefault="003F225E">
      <w:r>
        <w:separator/>
      </w:r>
    </w:p>
  </w:footnote>
  <w:footnote w:type="continuationSeparator" w:id="0">
    <w:p w:rsidR="003F225E" w:rsidRDefault="003F22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7C07" w:rsidRPr="004D0EC6" w:rsidRDefault="00C251DE" w:rsidP="00BA4DB9">
    <w:pPr>
      <w:pStyle w:val="Cabealho"/>
      <w:spacing w:before="1200" w:after="300"/>
      <w:jc w:val="right"/>
      <w:rPr>
        <w:rFonts w:cs="Arial"/>
        <w:b/>
        <w:sz w:val="20"/>
        <w:szCs w:val="20"/>
        <w:u w:val="single"/>
      </w:rPr>
    </w:pPr>
    <w:r w:rsidRPr="004D0EC6">
      <w:rPr>
        <w:rFonts w:cs="Arial"/>
        <w:b/>
        <w:noProof/>
        <w:sz w:val="20"/>
        <w:szCs w:val="20"/>
        <w:u w:val="single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D16BC84" wp14:editId="2C4AE806">
              <wp:simplePos x="0" y="0"/>
              <wp:positionH relativeFrom="page">
                <wp:posOffset>1080135</wp:posOffset>
              </wp:positionH>
              <wp:positionV relativeFrom="page">
                <wp:posOffset>360045</wp:posOffset>
              </wp:positionV>
              <wp:extent cx="5954400" cy="720000"/>
              <wp:effectExtent l="0" t="0" r="8255" b="4445"/>
              <wp:wrapNone/>
              <wp:docPr id="15" name="Agrupar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4400" cy="720000"/>
                        <a:chOff x="0" y="0"/>
                        <a:chExt cx="5954400" cy="720000"/>
                      </a:xfrm>
                    </wpg:grpSpPr>
                    <wpg:grpSp>
                      <wpg:cNvPr id="16" name="Grupo 9"/>
                      <wpg:cNvGrpSpPr/>
                      <wpg:grpSpPr>
                        <a:xfrm>
                          <a:off x="0" y="0"/>
                          <a:ext cx="5954400" cy="720000"/>
                          <a:chOff x="0" y="0"/>
                          <a:chExt cx="5954395" cy="719455"/>
                        </a:xfrm>
                      </wpg:grpSpPr>
                      <wps:wsp>
                        <wps:cNvPr id="1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88900"/>
                            <a:ext cx="503999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51DE" w:rsidRPr="009D58F4" w:rsidRDefault="00C251DE" w:rsidP="00C251DE">
                              <w:pPr>
                                <w:jc w:val="center"/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spacing w:val="20"/>
                                    <w:sz w:val="38"/>
                                    <w:szCs w:val="38"/>
                                  </w:rPr>
                                  <w:t>CÂMARA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  <w:t xml:space="preserve"> MUNICIPAL DE JACAREÍ - SP</w:t>
                              </w:r>
                            </w:p>
                            <w:p w:rsidR="00C251DE" w:rsidRPr="009D58F4" w:rsidRDefault="00C251DE" w:rsidP="00C251DE">
                              <w:pPr>
                                <w:jc w:val="center"/>
                                <w:rPr>
                                  <w:rFonts w:cs="Arial"/>
                                  <w:b/>
                                  <w:caps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Palácio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caps/>
                                </w:rPr>
                                <w:t xml:space="preserve"> da </w:t>
                              </w:r>
                              <w:smartTag w:uri="schemas-houaiss/mini" w:element="verbetes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Liberdade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68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wps:wsp>
                      <wps:cNvPr id="19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5495454" y="316871"/>
                          <a:ext cx="45011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251DE" w:rsidRPr="00B80FC2" w:rsidRDefault="004D0EC6" w:rsidP="00C251DE">
                            <w:pPr>
                              <w:jc w:val="center"/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  <w:t>sdl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D16BC84" id="Agrupar 15" o:spid="_x0000_s1027" style="position:absolute;left:0;text-align:left;margin-left:85.05pt;margin-top:28.35pt;width:468.85pt;height:56.7pt;z-index:251660288;mso-position-horizontal-relative:page;mso-position-vertical-relative:page;mso-width-relative:margin;mso-height-relative:margin" coordsize="59544,7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">
              <v:group id="Grupo 9" o:spid="_x0000_s1028" style="position:absolute;width:59544;height:7200" coordsize="5954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9" type="#_x0000_t202" style="position:absolute;left:9144;top:889;width:50399;height:5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A6w8EA&#10;AADbAAAADwAAAGRycy9kb3ducmV2LnhtbERPTYvCMBC9L/gfwgh7W1M9uLvVKCIKwoJY68Hj2Ixt&#10;sJnUJmr99xthYW/zeJ8znXe2FndqvXGsYDhIQBAXThsuFRzy9ccXCB+QNdaOScGTPMxnvbcppto9&#10;OKP7PpQihrBPUUEVQpNK6YuKLPqBa4gjd3atxRBhW0rd4iOG21qOkmQsLRqODRU2tKyouOxvVsHi&#10;yNnKXLenXXbOTJ5/J/wzvij13u8WExCBuvAv/nNvdJz/Ca9f4gFy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QOsPBAAAA2wAAAA8AAAAAAAAAAAAAAAAAmAIAAGRycy9kb3du&#10;cmV2LnhtbFBLBQYAAAAABAAEAPUAAACGAwAAAAA=&#10;" filled="f" stroked="f">
                  <v:textbox inset="0,0,0,0">
                    <w:txbxContent>
                      <w:p w:rsidR="00C251DE" w:rsidRPr="009D58F4" w:rsidRDefault="00C251DE" w:rsidP="00C251DE">
                        <w:pPr>
                          <w:jc w:val="center"/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spacing w:val="20"/>
                              <w:sz w:val="38"/>
                              <w:szCs w:val="38"/>
                            </w:rPr>
                            <w:t>CÂMARA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  <w:t xml:space="preserve"> MUNICIPAL DE JACAREÍ - SP</w:t>
                        </w:r>
                      </w:p>
                      <w:p w:rsidR="00C251DE" w:rsidRPr="009D58F4" w:rsidRDefault="00C251DE" w:rsidP="00C251DE">
                        <w:pPr>
                          <w:jc w:val="center"/>
                          <w:rPr>
                            <w:rFonts w:cs="Arial"/>
                            <w:b/>
                            <w:caps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Palácio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caps/>
                          </w:rPr>
                          <w:t xml:space="preserve"> da </w:t>
                        </w:r>
                        <w:smartTag w:uri="schemas-houaiss/mini" w:element="verbetes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Liberdade</w:t>
                          </w:r>
                        </w:smartTag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30" type="#_x0000_t75" style="position:absolute;width:9086;height:71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l4UofEAAAA2wAAAA8AAABkcnMvZG93bnJldi54bWxEj09rAkEMxe8Fv8OQQm/d2RassjqKWMSe&#10;ClWh13Qn7t/JLDvjuvbTN4eCt4T38t4vy/XoWjVQHyrPBl6SFBRx7m3FhYHTcfc8BxUissXWMxm4&#10;UYD1avKwxMz6K3/RcIiFkhAOGRooY+wyrUNeksOQ+I5YtLPvHUZZ+0LbHq8S7lr9mqZv2mHF0lBi&#10;R9uS8uZwcQbq/WDfm9tvc55i/ul/ZnU3fNfGPD2OmwWoSGO8m/+vP6zgC6z8IgPo1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l4UofEAAAA2wAAAA8AAAAAAAAAAAAAAAAA&#10;nwIAAGRycy9kb3ducmV2LnhtbFBLBQYAAAAABAAEAPcAAACQAwAAAAA=&#10;">
                  <v:imagedata r:id="rId2" o:title=""/>
                  <v:path arrowok="t"/>
                </v:shape>
              </v:group>
              <v:shape id="Text Box 9" o:spid="_x0000_s1031" type="#_x0000_t202" style="position:absolute;left:54954;top:3168;width:4501;height:1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MLKsEA&#10;AADbAAAADwAAAGRycy9kb3ducmV2LnhtbERPTYvCMBC9C/sfwix401QPol2jiKwgCGKtB4+zzdgG&#10;m0m3iVr/vREW9jaP9znzZWdrcafWG8cKRsMEBHHhtOFSwSnfDKYgfEDWWDsmBU/ysFx89OaYavfg&#10;jO7HUIoYwj5FBVUITSqlLyqy6IeuIY7cxbUWQ4RtKXWLjxhuazlOkom0aDg2VNjQuqLierxZBasz&#10;Z9/md/9zyC6ZyfNZwrvJVan+Z7f6AhGoC//iP/dWx/kzeP8SD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DCyrBAAAA2wAAAA8AAAAAAAAAAAAAAAAAmAIAAGRycy9kb3du&#10;cmV2LnhtbFBLBQYAAAAABAAEAPUAAACGAwAAAAA=&#10;" filled="f" stroked="f">
                <v:textbox inset="0,0,0,0">
                  <w:txbxContent>
                    <w:p w:rsidR="00C251DE" w:rsidRPr="00B80FC2" w:rsidRDefault="004D0EC6" w:rsidP="00C251DE">
                      <w:pPr>
                        <w:jc w:val="center"/>
                        <w:rPr>
                          <w:rFonts w:cs="Arial"/>
                          <w:caps/>
                          <w:sz w:val="14"/>
                          <w:szCs w:val="14"/>
                        </w:rPr>
                      </w:pPr>
                      <w:r>
                        <w:rPr>
                          <w:rFonts w:cs="Arial"/>
                          <w:caps/>
                          <w:sz w:val="14"/>
                          <w:szCs w:val="14"/>
                        </w:rPr>
                        <w:t>sdl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="005D34FF">
      <w:rPr>
        <w:rFonts w:cs="Arial"/>
        <w:b/>
        <w:sz w:val="20"/>
        <w:szCs w:val="20"/>
        <w:u w:val="single"/>
      </w:rPr>
      <w:t xml:space="preserve">Pauta resumida para a </w:t>
    </w:r>
    <w:r w:rsidR="00A800B0">
      <w:rPr>
        <w:rFonts w:cs="Arial"/>
        <w:b/>
        <w:sz w:val="20"/>
        <w:szCs w:val="20"/>
        <w:u w:val="single"/>
      </w:rPr>
      <w:t>2</w:t>
    </w:r>
    <w:r w:rsidR="008642F6">
      <w:rPr>
        <w:rFonts w:cs="Arial"/>
        <w:b/>
        <w:sz w:val="20"/>
        <w:szCs w:val="20"/>
        <w:u w:val="single"/>
      </w:rPr>
      <w:t>7</w:t>
    </w:r>
    <w:r w:rsidR="00FE1407">
      <w:rPr>
        <w:rFonts w:cs="Arial"/>
        <w:b/>
        <w:sz w:val="20"/>
        <w:szCs w:val="20"/>
        <w:u w:val="single"/>
      </w:rPr>
      <w:t>ª</w:t>
    </w:r>
    <w:r w:rsidR="004D0EC6" w:rsidRPr="004D0EC6">
      <w:rPr>
        <w:rFonts w:cs="Arial"/>
        <w:b/>
        <w:sz w:val="20"/>
        <w:szCs w:val="20"/>
        <w:u w:val="single"/>
      </w:rPr>
      <w:t xml:space="preserve"> S.O. – </w:t>
    </w:r>
    <w:r w:rsidR="008642F6">
      <w:rPr>
        <w:rFonts w:cs="Arial"/>
        <w:b/>
        <w:sz w:val="20"/>
        <w:szCs w:val="20"/>
        <w:u w:val="single"/>
      </w:rPr>
      <w:t>1</w:t>
    </w:r>
    <w:r w:rsidR="00057CF2">
      <w:rPr>
        <w:rFonts w:cs="Arial"/>
        <w:b/>
        <w:sz w:val="20"/>
        <w:szCs w:val="20"/>
        <w:u w:val="single"/>
      </w:rPr>
      <w:t>0</w:t>
    </w:r>
    <w:r w:rsidR="00BD180A">
      <w:rPr>
        <w:rFonts w:cs="Arial"/>
        <w:b/>
        <w:sz w:val="20"/>
        <w:szCs w:val="20"/>
        <w:u w:val="single"/>
      </w:rPr>
      <w:t>/</w:t>
    </w:r>
    <w:r w:rsidR="00AB68BF">
      <w:rPr>
        <w:rFonts w:cs="Arial"/>
        <w:b/>
        <w:sz w:val="20"/>
        <w:szCs w:val="20"/>
        <w:u w:val="single"/>
      </w:rPr>
      <w:t>0</w:t>
    </w:r>
    <w:r w:rsidR="00057CF2">
      <w:rPr>
        <w:rFonts w:cs="Arial"/>
        <w:b/>
        <w:sz w:val="20"/>
        <w:szCs w:val="20"/>
        <w:u w:val="single"/>
      </w:rPr>
      <w:t>9</w:t>
    </w:r>
    <w:r w:rsidR="004D0EC6" w:rsidRPr="004D0EC6">
      <w:rPr>
        <w:rFonts w:cs="Arial"/>
        <w:b/>
        <w:sz w:val="20"/>
        <w:szCs w:val="20"/>
        <w:u w:val="single"/>
      </w:rPr>
      <w:t>/202</w:t>
    </w:r>
    <w:r w:rsidR="005C6437">
      <w:rPr>
        <w:rFonts w:cs="Arial"/>
        <w:b/>
        <w:sz w:val="20"/>
        <w:szCs w:val="20"/>
        <w:u w:val="single"/>
      </w:rPr>
      <w:t>5</w:t>
    </w:r>
    <w:r w:rsidR="00907C07" w:rsidRPr="001457E1">
      <w:rPr>
        <w:rFonts w:cs="Arial"/>
        <w:b/>
        <w:sz w:val="20"/>
        <w:szCs w:val="20"/>
        <w:u w:val="single"/>
      </w:rPr>
      <w:t xml:space="preserve"> – fls. </w:t>
    </w:r>
    <w:r w:rsidR="008D2C52">
      <w:rPr>
        <w:rFonts w:cs="Arial"/>
        <w:b/>
        <w:sz w:val="20"/>
        <w:szCs w:val="20"/>
        <w:u w:val="single"/>
      </w:rPr>
      <w:fldChar w:fldCharType="begin"/>
    </w:r>
    <w:r w:rsidR="008D2C52">
      <w:rPr>
        <w:rFonts w:cs="Arial"/>
        <w:b/>
        <w:sz w:val="20"/>
        <w:szCs w:val="20"/>
        <w:u w:val="single"/>
      </w:rPr>
      <w:instrText xml:space="preserve"> PAGE  \#00  \* MERGEFORMAT </w:instrText>
    </w:r>
    <w:r w:rsidR="008D2C52">
      <w:rPr>
        <w:rFonts w:cs="Arial"/>
        <w:b/>
        <w:sz w:val="20"/>
        <w:szCs w:val="20"/>
        <w:u w:val="single"/>
      </w:rPr>
      <w:fldChar w:fldCharType="separate"/>
    </w:r>
    <w:r w:rsidR="00EE534E">
      <w:rPr>
        <w:rFonts w:cs="Arial"/>
        <w:b/>
        <w:noProof/>
        <w:sz w:val="20"/>
        <w:szCs w:val="20"/>
        <w:u w:val="single"/>
      </w:rPr>
      <w:t>02</w:t>
    </w:r>
    <w:r w:rsidR="008D2C52">
      <w:rPr>
        <w:rFonts w:cs="Arial"/>
        <w:b/>
        <w:sz w:val="20"/>
        <w:szCs w:val="20"/>
        <w:u w:val="single"/>
      </w:rPr>
      <w:fldChar w:fldCharType="end"/>
    </w:r>
    <w:r w:rsidR="008D2C52">
      <w:rPr>
        <w:rFonts w:cs="Arial"/>
        <w:b/>
        <w:sz w:val="20"/>
        <w:szCs w:val="20"/>
        <w:u w:val="single"/>
      </w:rPr>
      <w:t>/</w:t>
    </w:r>
    <w:r w:rsidR="00BE6118">
      <w:rPr>
        <w:rFonts w:cs="Arial"/>
        <w:b/>
        <w:sz w:val="20"/>
        <w:szCs w:val="20"/>
        <w:u w:val="single"/>
      </w:rPr>
      <w:fldChar w:fldCharType="begin"/>
    </w:r>
    <w:r w:rsidR="00BE6118">
      <w:rPr>
        <w:rFonts w:cs="Arial"/>
        <w:b/>
        <w:sz w:val="20"/>
        <w:szCs w:val="20"/>
        <w:u w:val="single"/>
      </w:rPr>
      <w:instrText xml:space="preserve"> NUMPAGES  \#00  \* MERGEFORMAT </w:instrText>
    </w:r>
    <w:r w:rsidR="00BE6118">
      <w:rPr>
        <w:rFonts w:cs="Arial"/>
        <w:b/>
        <w:sz w:val="20"/>
        <w:szCs w:val="20"/>
        <w:u w:val="single"/>
      </w:rPr>
      <w:fldChar w:fldCharType="separate"/>
    </w:r>
    <w:r w:rsidR="00EE534E">
      <w:rPr>
        <w:rFonts w:cs="Arial"/>
        <w:b/>
        <w:noProof/>
        <w:sz w:val="20"/>
        <w:szCs w:val="20"/>
        <w:u w:val="single"/>
      </w:rPr>
      <w:t>02</w:t>
    </w:r>
    <w:r w:rsidR="00BE6118">
      <w:rPr>
        <w:rFonts w:cs="Arial"/>
        <w:b/>
        <w:sz w:val="20"/>
        <w:szCs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1DE" w:rsidRDefault="00C251DE">
    <w:pPr>
      <w:pStyle w:val="Cabealho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50B40060" wp14:editId="247F46AE">
              <wp:simplePos x="0" y="0"/>
              <wp:positionH relativeFrom="page">
                <wp:posOffset>1080135</wp:posOffset>
              </wp:positionH>
              <wp:positionV relativeFrom="page">
                <wp:posOffset>360045</wp:posOffset>
              </wp:positionV>
              <wp:extent cx="5954400" cy="720000"/>
              <wp:effectExtent l="0" t="0" r="8255" b="4445"/>
              <wp:wrapNone/>
              <wp:docPr id="1" name="Agrupar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4400" cy="720000"/>
                        <a:chOff x="0" y="0"/>
                        <a:chExt cx="5954400" cy="720000"/>
                      </a:xfrm>
                    </wpg:grpSpPr>
                    <wpg:grpSp>
                      <wpg:cNvPr id="9" name="Grupo 9"/>
                      <wpg:cNvGrpSpPr/>
                      <wpg:grpSpPr>
                        <a:xfrm>
                          <a:off x="0" y="0"/>
                          <a:ext cx="5954400" cy="720000"/>
                          <a:chOff x="0" y="0"/>
                          <a:chExt cx="5954395" cy="719455"/>
                        </a:xfrm>
                      </wpg:grpSpPr>
                      <wps:wsp>
                        <wps:cNvPr id="2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88900"/>
                            <a:ext cx="503999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58F4" w:rsidRPr="009D58F4" w:rsidRDefault="009D58F4" w:rsidP="009D58F4">
                              <w:pPr>
                                <w:jc w:val="center"/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spacing w:val="20"/>
                                    <w:sz w:val="38"/>
                                    <w:szCs w:val="38"/>
                                  </w:rPr>
                                  <w:t>CÂMARA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  <w:t xml:space="preserve"> MUNICIPAL DE JACAREÍ - SP</w:t>
                              </w:r>
                            </w:p>
                            <w:p w:rsidR="009D58F4" w:rsidRPr="009D58F4" w:rsidRDefault="009D58F4" w:rsidP="009D58F4">
                              <w:pPr>
                                <w:jc w:val="center"/>
                                <w:rPr>
                                  <w:rFonts w:cs="Arial"/>
                                  <w:b/>
                                  <w:caps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Palácio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caps/>
                                </w:rPr>
                                <w:t xml:space="preserve"> da </w:t>
                              </w:r>
                              <w:smartTag w:uri="schemas-houaiss/mini" w:element="verbetes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Liberdade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68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wps:wsp>
                      <wps:cNvPr id="4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5495454" y="316871"/>
                          <a:ext cx="45011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D58F4" w:rsidRPr="00B80FC2" w:rsidRDefault="004D0EC6" w:rsidP="009D58F4">
                            <w:pPr>
                              <w:jc w:val="center"/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  <w:t>sdl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0B40060" id="Agrupar 1" o:spid="_x0000_s1032" style="position:absolute;margin-left:85.05pt;margin-top:28.35pt;width:468.85pt;height:56.7pt;z-index:251658240;mso-position-horizontal-relative:page;mso-position-vertical-relative:page;mso-width-relative:margin;mso-height-relative:margin" coordsize="59544,7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">
              <v:group id="Grupo 9" o:spid="_x0000_s1033" style="position:absolute;width:59544;height:7200" coordsize="5954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4" type="#_x0000_t202" style="position:absolute;left:9144;top:889;width:50399;height:5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  <v:textbox inset="0,0,0,0">
                    <w:txbxContent>
                      <w:p w:rsidR="009D58F4" w:rsidRPr="009D58F4" w:rsidRDefault="009D58F4" w:rsidP="009D58F4">
                        <w:pPr>
                          <w:jc w:val="center"/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spacing w:val="20"/>
                              <w:sz w:val="38"/>
                              <w:szCs w:val="38"/>
                            </w:rPr>
                            <w:t>CÂMARA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  <w:t xml:space="preserve"> MUNICIPAL DE JACAREÍ - SP</w:t>
                        </w:r>
                      </w:p>
                      <w:p w:rsidR="009D58F4" w:rsidRPr="009D58F4" w:rsidRDefault="009D58F4" w:rsidP="009D58F4">
                        <w:pPr>
                          <w:jc w:val="center"/>
                          <w:rPr>
                            <w:rFonts w:cs="Arial"/>
                            <w:b/>
                            <w:caps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Palácio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caps/>
                          </w:rPr>
                          <w:t xml:space="preserve"> da </w:t>
                        </w:r>
                        <w:smartTag w:uri="schemas-houaiss/mini" w:element="verbetes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Liberdade</w:t>
                          </w:r>
                        </w:smartTag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35" type="#_x0000_t75" style="position:absolute;width:9086;height:71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2mTz/CAAAA2gAAAA8AAABkcnMvZG93bnJldi54bWxEj09rAjEUxO9Cv0N4BW9utoq2bI0iStGT&#10;oC30+rp57t+8LJt0Xf30RhA8DjPzG2a+7E0tOmpdYVnBWxSDIE6tLjhT8PP9NfoA4TyyxtoyKbiQ&#10;g+XiZTDHRNszH6g7+kwECLsEFeTeN4mULs3JoItsQxy8k20N+iDbTOoWzwFuajmO45k0WHBYyLGh&#10;dU5pdfw3CsptpzfV5Vqdppju7d972XS/pVLD1371CcJT75/hR3unFUzgfiXcALm4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dpk8/wgAAANoAAAAPAAAAAAAAAAAAAAAAAJ8C&#10;AABkcnMvZG93bnJldi54bWxQSwUGAAAAAAQABAD3AAAAjgMAAAAA&#10;">
                  <v:imagedata r:id="rId2" o:title=""/>
                  <v:path arrowok="t"/>
                </v:shape>
              </v:group>
              <v:shape id="Text Box 9" o:spid="_x0000_s1036" type="#_x0000_t202" style="position:absolute;left:54954;top:3168;width:4501;height:1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:rsidR="009D58F4" w:rsidRPr="00B80FC2" w:rsidRDefault="004D0EC6" w:rsidP="009D58F4">
                      <w:pPr>
                        <w:jc w:val="center"/>
                        <w:rPr>
                          <w:rFonts w:cs="Arial"/>
                          <w:caps/>
                          <w:sz w:val="14"/>
                          <w:szCs w:val="14"/>
                        </w:rPr>
                      </w:pPr>
                      <w:r>
                        <w:rPr>
                          <w:rFonts w:cs="Arial"/>
                          <w:caps/>
                          <w:sz w:val="14"/>
                          <w:szCs w:val="14"/>
                        </w:rPr>
                        <w:t>sdl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53F6D6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449E0"/>
    <w:multiLevelType w:val="hybridMultilevel"/>
    <w:tmpl w:val="7AE658D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CB22B4"/>
    <w:multiLevelType w:val="hybridMultilevel"/>
    <w:tmpl w:val="0E58AF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3573D9"/>
    <w:multiLevelType w:val="hybridMultilevel"/>
    <w:tmpl w:val="CDFA920A"/>
    <w:lvl w:ilvl="0" w:tplc="F210D6F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6309BE"/>
    <w:multiLevelType w:val="hybridMultilevel"/>
    <w:tmpl w:val="0F824AF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220DBC"/>
    <w:multiLevelType w:val="multilevel"/>
    <w:tmpl w:val="4A749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AC04DA"/>
    <w:multiLevelType w:val="hybridMultilevel"/>
    <w:tmpl w:val="8806EC7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592340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681EA2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2739E0"/>
    <w:multiLevelType w:val="hybridMultilevel"/>
    <w:tmpl w:val="FFB8DE5E"/>
    <w:lvl w:ilvl="0" w:tplc="9B7698F8">
      <w:start w:val="1"/>
      <w:numFmt w:val="upperRoman"/>
      <w:lvlText w:val="%1-"/>
      <w:lvlJc w:val="left"/>
      <w:pPr>
        <w:ind w:left="3556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916" w:hanging="360"/>
      </w:pPr>
    </w:lvl>
    <w:lvl w:ilvl="2" w:tplc="0416001B" w:tentative="1">
      <w:start w:val="1"/>
      <w:numFmt w:val="lowerRoman"/>
      <w:lvlText w:val="%3."/>
      <w:lvlJc w:val="right"/>
      <w:pPr>
        <w:ind w:left="4636" w:hanging="180"/>
      </w:pPr>
    </w:lvl>
    <w:lvl w:ilvl="3" w:tplc="0416000F" w:tentative="1">
      <w:start w:val="1"/>
      <w:numFmt w:val="decimal"/>
      <w:lvlText w:val="%4."/>
      <w:lvlJc w:val="left"/>
      <w:pPr>
        <w:ind w:left="5356" w:hanging="360"/>
      </w:pPr>
    </w:lvl>
    <w:lvl w:ilvl="4" w:tplc="04160019" w:tentative="1">
      <w:start w:val="1"/>
      <w:numFmt w:val="lowerLetter"/>
      <w:lvlText w:val="%5."/>
      <w:lvlJc w:val="left"/>
      <w:pPr>
        <w:ind w:left="6076" w:hanging="360"/>
      </w:pPr>
    </w:lvl>
    <w:lvl w:ilvl="5" w:tplc="0416001B" w:tentative="1">
      <w:start w:val="1"/>
      <w:numFmt w:val="lowerRoman"/>
      <w:lvlText w:val="%6."/>
      <w:lvlJc w:val="right"/>
      <w:pPr>
        <w:ind w:left="6796" w:hanging="180"/>
      </w:pPr>
    </w:lvl>
    <w:lvl w:ilvl="6" w:tplc="0416000F" w:tentative="1">
      <w:start w:val="1"/>
      <w:numFmt w:val="decimal"/>
      <w:lvlText w:val="%7."/>
      <w:lvlJc w:val="left"/>
      <w:pPr>
        <w:ind w:left="7516" w:hanging="360"/>
      </w:pPr>
    </w:lvl>
    <w:lvl w:ilvl="7" w:tplc="04160019" w:tentative="1">
      <w:start w:val="1"/>
      <w:numFmt w:val="lowerLetter"/>
      <w:lvlText w:val="%8."/>
      <w:lvlJc w:val="left"/>
      <w:pPr>
        <w:ind w:left="8236" w:hanging="360"/>
      </w:pPr>
    </w:lvl>
    <w:lvl w:ilvl="8" w:tplc="0416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1" w15:restartNumberingAfterBreak="0">
    <w:nsid w:val="423A5AF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CB6BC8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96699F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BB4C90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9B6DD1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B6105D"/>
    <w:multiLevelType w:val="hybridMultilevel"/>
    <w:tmpl w:val="C0424C7E"/>
    <w:lvl w:ilvl="0" w:tplc="0416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7" w15:restartNumberingAfterBreak="0">
    <w:nsid w:val="66D305F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1"/>
  </w:num>
  <w:num w:numId="4">
    <w:abstractNumId w:val="9"/>
  </w:num>
  <w:num w:numId="5">
    <w:abstractNumId w:val="13"/>
  </w:num>
  <w:num w:numId="6">
    <w:abstractNumId w:val="1"/>
  </w:num>
  <w:num w:numId="7">
    <w:abstractNumId w:val="14"/>
  </w:num>
  <w:num w:numId="8">
    <w:abstractNumId w:val="8"/>
  </w:num>
  <w:num w:numId="9">
    <w:abstractNumId w:val="15"/>
  </w:num>
  <w:num w:numId="10">
    <w:abstractNumId w:val="17"/>
  </w:num>
  <w:num w:numId="11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6"/>
  </w:num>
  <w:num w:numId="15">
    <w:abstractNumId w:val="3"/>
  </w:num>
  <w:num w:numId="16">
    <w:abstractNumId w:val="7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2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EC6"/>
    <w:rsid w:val="00000069"/>
    <w:rsid w:val="000014AE"/>
    <w:rsid w:val="00002263"/>
    <w:rsid w:val="00004F44"/>
    <w:rsid w:val="00006F7D"/>
    <w:rsid w:val="00007983"/>
    <w:rsid w:val="00010158"/>
    <w:rsid w:val="0001190B"/>
    <w:rsid w:val="00011999"/>
    <w:rsid w:val="00011D9F"/>
    <w:rsid w:val="000122AA"/>
    <w:rsid w:val="00012EC5"/>
    <w:rsid w:val="0001340A"/>
    <w:rsid w:val="00014428"/>
    <w:rsid w:val="00014699"/>
    <w:rsid w:val="0001581B"/>
    <w:rsid w:val="000162D9"/>
    <w:rsid w:val="00017775"/>
    <w:rsid w:val="000230D7"/>
    <w:rsid w:val="000238B8"/>
    <w:rsid w:val="00023E3F"/>
    <w:rsid w:val="00024775"/>
    <w:rsid w:val="0002482B"/>
    <w:rsid w:val="00025E95"/>
    <w:rsid w:val="00027B13"/>
    <w:rsid w:val="00030B0F"/>
    <w:rsid w:val="000334E5"/>
    <w:rsid w:val="00033944"/>
    <w:rsid w:val="0003490D"/>
    <w:rsid w:val="00035380"/>
    <w:rsid w:val="0003551B"/>
    <w:rsid w:val="00036EEC"/>
    <w:rsid w:val="00037CF0"/>
    <w:rsid w:val="00037FB5"/>
    <w:rsid w:val="00040464"/>
    <w:rsid w:val="0004089B"/>
    <w:rsid w:val="00040D4F"/>
    <w:rsid w:val="00040EB3"/>
    <w:rsid w:val="0004132E"/>
    <w:rsid w:val="00042362"/>
    <w:rsid w:val="000427D6"/>
    <w:rsid w:val="00043296"/>
    <w:rsid w:val="00043851"/>
    <w:rsid w:val="00046787"/>
    <w:rsid w:val="00046CA2"/>
    <w:rsid w:val="00047B1B"/>
    <w:rsid w:val="00052064"/>
    <w:rsid w:val="00054688"/>
    <w:rsid w:val="00055BEA"/>
    <w:rsid w:val="00055C70"/>
    <w:rsid w:val="00057163"/>
    <w:rsid w:val="00057CF2"/>
    <w:rsid w:val="000613E0"/>
    <w:rsid w:val="00061531"/>
    <w:rsid w:val="0006165B"/>
    <w:rsid w:val="000636C5"/>
    <w:rsid w:val="00064421"/>
    <w:rsid w:val="0006593A"/>
    <w:rsid w:val="00067E80"/>
    <w:rsid w:val="00072F96"/>
    <w:rsid w:val="00073D13"/>
    <w:rsid w:val="00073E9A"/>
    <w:rsid w:val="000747BA"/>
    <w:rsid w:val="00074C79"/>
    <w:rsid w:val="00074D9F"/>
    <w:rsid w:val="000759E6"/>
    <w:rsid w:val="00083B52"/>
    <w:rsid w:val="00084192"/>
    <w:rsid w:val="00084911"/>
    <w:rsid w:val="00084C8E"/>
    <w:rsid w:val="00084D37"/>
    <w:rsid w:val="0008513B"/>
    <w:rsid w:val="000864F6"/>
    <w:rsid w:val="00086E7E"/>
    <w:rsid w:val="000876CD"/>
    <w:rsid w:val="000878DA"/>
    <w:rsid w:val="0009068C"/>
    <w:rsid w:val="00090D12"/>
    <w:rsid w:val="00090FD7"/>
    <w:rsid w:val="0009153B"/>
    <w:rsid w:val="00092F41"/>
    <w:rsid w:val="000940BB"/>
    <w:rsid w:val="00095992"/>
    <w:rsid w:val="00095C49"/>
    <w:rsid w:val="000960ED"/>
    <w:rsid w:val="0009613E"/>
    <w:rsid w:val="000961BA"/>
    <w:rsid w:val="00096234"/>
    <w:rsid w:val="000A05D6"/>
    <w:rsid w:val="000A107C"/>
    <w:rsid w:val="000A5842"/>
    <w:rsid w:val="000A5A2C"/>
    <w:rsid w:val="000A6292"/>
    <w:rsid w:val="000A62E1"/>
    <w:rsid w:val="000A7479"/>
    <w:rsid w:val="000B2455"/>
    <w:rsid w:val="000B2C9B"/>
    <w:rsid w:val="000B3D79"/>
    <w:rsid w:val="000B553D"/>
    <w:rsid w:val="000B5AA4"/>
    <w:rsid w:val="000B6728"/>
    <w:rsid w:val="000B7026"/>
    <w:rsid w:val="000B722E"/>
    <w:rsid w:val="000B7342"/>
    <w:rsid w:val="000B782C"/>
    <w:rsid w:val="000C099A"/>
    <w:rsid w:val="000C2EC9"/>
    <w:rsid w:val="000C71FC"/>
    <w:rsid w:val="000C73E3"/>
    <w:rsid w:val="000D03BA"/>
    <w:rsid w:val="000D3963"/>
    <w:rsid w:val="000D4DAA"/>
    <w:rsid w:val="000D56A5"/>
    <w:rsid w:val="000D60C2"/>
    <w:rsid w:val="000D6B43"/>
    <w:rsid w:val="000D7CC1"/>
    <w:rsid w:val="000E0237"/>
    <w:rsid w:val="000E10C3"/>
    <w:rsid w:val="000E1DB7"/>
    <w:rsid w:val="000E3B41"/>
    <w:rsid w:val="000E42A9"/>
    <w:rsid w:val="000E43D6"/>
    <w:rsid w:val="000E4AF2"/>
    <w:rsid w:val="000E7022"/>
    <w:rsid w:val="000E7266"/>
    <w:rsid w:val="000E7274"/>
    <w:rsid w:val="000E7A4D"/>
    <w:rsid w:val="000F1620"/>
    <w:rsid w:val="000F4212"/>
    <w:rsid w:val="000F4781"/>
    <w:rsid w:val="000F4AFF"/>
    <w:rsid w:val="000F5B44"/>
    <w:rsid w:val="000F74A9"/>
    <w:rsid w:val="00101E94"/>
    <w:rsid w:val="0010237C"/>
    <w:rsid w:val="00102734"/>
    <w:rsid w:val="0010338A"/>
    <w:rsid w:val="001039E1"/>
    <w:rsid w:val="00104A8F"/>
    <w:rsid w:val="00105F71"/>
    <w:rsid w:val="00106256"/>
    <w:rsid w:val="00107367"/>
    <w:rsid w:val="00110111"/>
    <w:rsid w:val="001108FE"/>
    <w:rsid w:val="00111F72"/>
    <w:rsid w:val="001131AE"/>
    <w:rsid w:val="00113DB8"/>
    <w:rsid w:val="001142D3"/>
    <w:rsid w:val="00115908"/>
    <w:rsid w:val="0011667E"/>
    <w:rsid w:val="0011723F"/>
    <w:rsid w:val="00117ABC"/>
    <w:rsid w:val="00117FC8"/>
    <w:rsid w:val="001207AD"/>
    <w:rsid w:val="00120A34"/>
    <w:rsid w:val="00120A97"/>
    <w:rsid w:val="00120BB9"/>
    <w:rsid w:val="00121FB3"/>
    <w:rsid w:val="0012247D"/>
    <w:rsid w:val="00122A6F"/>
    <w:rsid w:val="001251BF"/>
    <w:rsid w:val="00125EF5"/>
    <w:rsid w:val="00126BA9"/>
    <w:rsid w:val="001276EA"/>
    <w:rsid w:val="00130402"/>
    <w:rsid w:val="00131FBF"/>
    <w:rsid w:val="00132D39"/>
    <w:rsid w:val="00133004"/>
    <w:rsid w:val="00134906"/>
    <w:rsid w:val="0013566B"/>
    <w:rsid w:val="00135AEF"/>
    <w:rsid w:val="001373E1"/>
    <w:rsid w:val="001374C3"/>
    <w:rsid w:val="00140B02"/>
    <w:rsid w:val="001457E1"/>
    <w:rsid w:val="001523D7"/>
    <w:rsid w:val="001529E9"/>
    <w:rsid w:val="00154132"/>
    <w:rsid w:val="0015651A"/>
    <w:rsid w:val="00157143"/>
    <w:rsid w:val="001578B4"/>
    <w:rsid w:val="00157963"/>
    <w:rsid w:val="00160D81"/>
    <w:rsid w:val="001613A6"/>
    <w:rsid w:val="001613CC"/>
    <w:rsid w:val="00161C94"/>
    <w:rsid w:val="00162591"/>
    <w:rsid w:val="00162605"/>
    <w:rsid w:val="00162B2B"/>
    <w:rsid w:val="0016340A"/>
    <w:rsid w:val="00163724"/>
    <w:rsid w:val="00163988"/>
    <w:rsid w:val="00163A33"/>
    <w:rsid w:val="001641D4"/>
    <w:rsid w:val="00164676"/>
    <w:rsid w:val="001650BA"/>
    <w:rsid w:val="0016513B"/>
    <w:rsid w:val="00165C70"/>
    <w:rsid w:val="001663B8"/>
    <w:rsid w:val="00167153"/>
    <w:rsid w:val="001671DF"/>
    <w:rsid w:val="0016754D"/>
    <w:rsid w:val="00170B25"/>
    <w:rsid w:val="00170D3F"/>
    <w:rsid w:val="00171969"/>
    <w:rsid w:val="001722A0"/>
    <w:rsid w:val="0017263F"/>
    <w:rsid w:val="001727A5"/>
    <w:rsid w:val="00174570"/>
    <w:rsid w:val="0017526C"/>
    <w:rsid w:val="00175D05"/>
    <w:rsid w:val="00176900"/>
    <w:rsid w:val="00176ACF"/>
    <w:rsid w:val="00176F8C"/>
    <w:rsid w:val="00180A2A"/>
    <w:rsid w:val="00181263"/>
    <w:rsid w:val="00181BA0"/>
    <w:rsid w:val="00182957"/>
    <w:rsid w:val="00183351"/>
    <w:rsid w:val="001835A7"/>
    <w:rsid w:val="00184EAF"/>
    <w:rsid w:val="0018626A"/>
    <w:rsid w:val="00187460"/>
    <w:rsid w:val="00190C2F"/>
    <w:rsid w:val="00191B13"/>
    <w:rsid w:val="00192818"/>
    <w:rsid w:val="00193671"/>
    <w:rsid w:val="00193EAA"/>
    <w:rsid w:val="00194B1C"/>
    <w:rsid w:val="00194B48"/>
    <w:rsid w:val="001950C8"/>
    <w:rsid w:val="00196B33"/>
    <w:rsid w:val="00197884"/>
    <w:rsid w:val="00197D83"/>
    <w:rsid w:val="001A2D51"/>
    <w:rsid w:val="001A51E5"/>
    <w:rsid w:val="001A611F"/>
    <w:rsid w:val="001B00DE"/>
    <w:rsid w:val="001B1DA1"/>
    <w:rsid w:val="001B26AA"/>
    <w:rsid w:val="001B35A9"/>
    <w:rsid w:val="001B4457"/>
    <w:rsid w:val="001B5444"/>
    <w:rsid w:val="001B576A"/>
    <w:rsid w:val="001B5E0D"/>
    <w:rsid w:val="001B6C59"/>
    <w:rsid w:val="001B7587"/>
    <w:rsid w:val="001B7A74"/>
    <w:rsid w:val="001C0A57"/>
    <w:rsid w:val="001C0F15"/>
    <w:rsid w:val="001C12F9"/>
    <w:rsid w:val="001C2493"/>
    <w:rsid w:val="001C2795"/>
    <w:rsid w:val="001C4D11"/>
    <w:rsid w:val="001C4DC7"/>
    <w:rsid w:val="001C61F6"/>
    <w:rsid w:val="001C6D9B"/>
    <w:rsid w:val="001D0435"/>
    <w:rsid w:val="001D1328"/>
    <w:rsid w:val="001D43D3"/>
    <w:rsid w:val="001D58D3"/>
    <w:rsid w:val="001D6C1B"/>
    <w:rsid w:val="001D7365"/>
    <w:rsid w:val="001D7B1A"/>
    <w:rsid w:val="001D7D01"/>
    <w:rsid w:val="001E1226"/>
    <w:rsid w:val="001E13B0"/>
    <w:rsid w:val="001E1AD4"/>
    <w:rsid w:val="001E69E4"/>
    <w:rsid w:val="001F058A"/>
    <w:rsid w:val="001F1E27"/>
    <w:rsid w:val="001F1FE7"/>
    <w:rsid w:val="001F24DE"/>
    <w:rsid w:val="001F3B8F"/>
    <w:rsid w:val="001F49FB"/>
    <w:rsid w:val="001F4D0C"/>
    <w:rsid w:val="001F60F5"/>
    <w:rsid w:val="001F64DB"/>
    <w:rsid w:val="001F65A0"/>
    <w:rsid w:val="001F7728"/>
    <w:rsid w:val="001F7D6B"/>
    <w:rsid w:val="002004BD"/>
    <w:rsid w:val="00200C12"/>
    <w:rsid w:val="002010A7"/>
    <w:rsid w:val="00202C54"/>
    <w:rsid w:val="00203040"/>
    <w:rsid w:val="0020324E"/>
    <w:rsid w:val="00204393"/>
    <w:rsid w:val="0020485F"/>
    <w:rsid w:val="00207125"/>
    <w:rsid w:val="00210147"/>
    <w:rsid w:val="002101E5"/>
    <w:rsid w:val="00210D29"/>
    <w:rsid w:val="002113F4"/>
    <w:rsid w:val="00211CAB"/>
    <w:rsid w:val="002134D2"/>
    <w:rsid w:val="002138D7"/>
    <w:rsid w:val="00215506"/>
    <w:rsid w:val="00215AD9"/>
    <w:rsid w:val="00216AF0"/>
    <w:rsid w:val="00217C71"/>
    <w:rsid w:val="002212B0"/>
    <w:rsid w:val="00222A3B"/>
    <w:rsid w:val="00222D66"/>
    <w:rsid w:val="002239DA"/>
    <w:rsid w:val="00225B19"/>
    <w:rsid w:val="002278A3"/>
    <w:rsid w:val="00227FD4"/>
    <w:rsid w:val="00232558"/>
    <w:rsid w:val="00233519"/>
    <w:rsid w:val="002340E5"/>
    <w:rsid w:val="00234FA1"/>
    <w:rsid w:val="002350C3"/>
    <w:rsid w:val="00235F05"/>
    <w:rsid w:val="0023625B"/>
    <w:rsid w:val="002364DC"/>
    <w:rsid w:val="00236D87"/>
    <w:rsid w:val="002371E4"/>
    <w:rsid w:val="00237823"/>
    <w:rsid w:val="002379EB"/>
    <w:rsid w:val="00237C19"/>
    <w:rsid w:val="00237CA4"/>
    <w:rsid w:val="00240C08"/>
    <w:rsid w:val="00242C67"/>
    <w:rsid w:val="0024433E"/>
    <w:rsid w:val="00244F98"/>
    <w:rsid w:val="002468D1"/>
    <w:rsid w:val="00246F39"/>
    <w:rsid w:val="00251C88"/>
    <w:rsid w:val="00252157"/>
    <w:rsid w:val="00253056"/>
    <w:rsid w:val="002539B9"/>
    <w:rsid w:val="00254076"/>
    <w:rsid w:val="00254C9F"/>
    <w:rsid w:val="00255E7D"/>
    <w:rsid w:val="00256F2E"/>
    <w:rsid w:val="00256FF6"/>
    <w:rsid w:val="00257D6A"/>
    <w:rsid w:val="00260056"/>
    <w:rsid w:val="0026006F"/>
    <w:rsid w:val="00260ADD"/>
    <w:rsid w:val="00261AED"/>
    <w:rsid w:val="00261C7D"/>
    <w:rsid w:val="00261F4B"/>
    <w:rsid w:val="00263A22"/>
    <w:rsid w:val="002641FD"/>
    <w:rsid w:val="002658A4"/>
    <w:rsid w:val="0026756F"/>
    <w:rsid w:val="00270041"/>
    <w:rsid w:val="00270569"/>
    <w:rsid w:val="00270CC9"/>
    <w:rsid w:val="00271114"/>
    <w:rsid w:val="002719F6"/>
    <w:rsid w:val="00271DCC"/>
    <w:rsid w:val="002726C0"/>
    <w:rsid w:val="00272BA1"/>
    <w:rsid w:val="00274BA1"/>
    <w:rsid w:val="0027523C"/>
    <w:rsid w:val="00276F23"/>
    <w:rsid w:val="0027701A"/>
    <w:rsid w:val="002772CD"/>
    <w:rsid w:val="00277F98"/>
    <w:rsid w:val="00280188"/>
    <w:rsid w:val="00281C04"/>
    <w:rsid w:val="00282639"/>
    <w:rsid w:val="00282A1C"/>
    <w:rsid w:val="00282E34"/>
    <w:rsid w:val="00283980"/>
    <w:rsid w:val="00284D6A"/>
    <w:rsid w:val="0029065B"/>
    <w:rsid w:val="00293B38"/>
    <w:rsid w:val="00293E4F"/>
    <w:rsid w:val="00294638"/>
    <w:rsid w:val="0029556E"/>
    <w:rsid w:val="002961E6"/>
    <w:rsid w:val="002964DB"/>
    <w:rsid w:val="00296603"/>
    <w:rsid w:val="00297D0F"/>
    <w:rsid w:val="00297F33"/>
    <w:rsid w:val="002A0166"/>
    <w:rsid w:val="002A1387"/>
    <w:rsid w:val="002A2D6E"/>
    <w:rsid w:val="002A3190"/>
    <w:rsid w:val="002A41E9"/>
    <w:rsid w:val="002A5C62"/>
    <w:rsid w:val="002A6BDB"/>
    <w:rsid w:val="002A735A"/>
    <w:rsid w:val="002B0191"/>
    <w:rsid w:val="002B171E"/>
    <w:rsid w:val="002B18CA"/>
    <w:rsid w:val="002B3C08"/>
    <w:rsid w:val="002B4022"/>
    <w:rsid w:val="002B48DA"/>
    <w:rsid w:val="002B502F"/>
    <w:rsid w:val="002B576B"/>
    <w:rsid w:val="002B5C8C"/>
    <w:rsid w:val="002B5D12"/>
    <w:rsid w:val="002C42E7"/>
    <w:rsid w:val="002C4A71"/>
    <w:rsid w:val="002C50D0"/>
    <w:rsid w:val="002C5407"/>
    <w:rsid w:val="002C5CE9"/>
    <w:rsid w:val="002C7653"/>
    <w:rsid w:val="002D00A5"/>
    <w:rsid w:val="002D013C"/>
    <w:rsid w:val="002D0FAA"/>
    <w:rsid w:val="002D13B9"/>
    <w:rsid w:val="002D1B26"/>
    <w:rsid w:val="002D4E52"/>
    <w:rsid w:val="002D6273"/>
    <w:rsid w:val="002D6825"/>
    <w:rsid w:val="002D6C6B"/>
    <w:rsid w:val="002D6F2E"/>
    <w:rsid w:val="002D76DA"/>
    <w:rsid w:val="002E0B47"/>
    <w:rsid w:val="002E13F0"/>
    <w:rsid w:val="002E21DF"/>
    <w:rsid w:val="002E6CF9"/>
    <w:rsid w:val="002F0334"/>
    <w:rsid w:val="002F04CB"/>
    <w:rsid w:val="002F2DAE"/>
    <w:rsid w:val="002F32FE"/>
    <w:rsid w:val="002F4242"/>
    <w:rsid w:val="002F4A0E"/>
    <w:rsid w:val="002F4BEB"/>
    <w:rsid w:val="002F5ECC"/>
    <w:rsid w:val="002F5F96"/>
    <w:rsid w:val="002F66BC"/>
    <w:rsid w:val="002F7990"/>
    <w:rsid w:val="002F7E28"/>
    <w:rsid w:val="00300E18"/>
    <w:rsid w:val="0030159A"/>
    <w:rsid w:val="00301E57"/>
    <w:rsid w:val="0030564A"/>
    <w:rsid w:val="003070FF"/>
    <w:rsid w:val="003106A3"/>
    <w:rsid w:val="003122DA"/>
    <w:rsid w:val="0031256B"/>
    <w:rsid w:val="00313195"/>
    <w:rsid w:val="003137D9"/>
    <w:rsid w:val="0031418E"/>
    <w:rsid w:val="00315A16"/>
    <w:rsid w:val="00316483"/>
    <w:rsid w:val="003168DD"/>
    <w:rsid w:val="00316AB9"/>
    <w:rsid w:val="00317400"/>
    <w:rsid w:val="00317783"/>
    <w:rsid w:val="0032012E"/>
    <w:rsid w:val="00320219"/>
    <w:rsid w:val="00320225"/>
    <w:rsid w:val="003205A6"/>
    <w:rsid w:val="00320954"/>
    <w:rsid w:val="0032282C"/>
    <w:rsid w:val="00322B97"/>
    <w:rsid w:val="003247D5"/>
    <w:rsid w:val="0032607F"/>
    <w:rsid w:val="003260A6"/>
    <w:rsid w:val="00330A7D"/>
    <w:rsid w:val="00330DE3"/>
    <w:rsid w:val="00331029"/>
    <w:rsid w:val="003327C8"/>
    <w:rsid w:val="00332C76"/>
    <w:rsid w:val="00332EA8"/>
    <w:rsid w:val="00333052"/>
    <w:rsid w:val="00333257"/>
    <w:rsid w:val="0033680C"/>
    <w:rsid w:val="00336AD7"/>
    <w:rsid w:val="00336EA8"/>
    <w:rsid w:val="00337F47"/>
    <w:rsid w:val="003403A7"/>
    <w:rsid w:val="00340CB4"/>
    <w:rsid w:val="0034205B"/>
    <w:rsid w:val="00342094"/>
    <w:rsid w:val="003424BE"/>
    <w:rsid w:val="0034519E"/>
    <w:rsid w:val="003462FC"/>
    <w:rsid w:val="003474B8"/>
    <w:rsid w:val="003507F9"/>
    <w:rsid w:val="00350DFE"/>
    <w:rsid w:val="00355410"/>
    <w:rsid w:val="00356201"/>
    <w:rsid w:val="00356C3B"/>
    <w:rsid w:val="003575FD"/>
    <w:rsid w:val="00360316"/>
    <w:rsid w:val="00360F89"/>
    <w:rsid w:val="00362218"/>
    <w:rsid w:val="00364463"/>
    <w:rsid w:val="003659E9"/>
    <w:rsid w:val="00365BF3"/>
    <w:rsid w:val="003719B4"/>
    <w:rsid w:val="0037202F"/>
    <w:rsid w:val="00372326"/>
    <w:rsid w:val="00373910"/>
    <w:rsid w:val="003752CB"/>
    <w:rsid w:val="003752F4"/>
    <w:rsid w:val="003753C1"/>
    <w:rsid w:val="00375E82"/>
    <w:rsid w:val="003764B8"/>
    <w:rsid w:val="0038063D"/>
    <w:rsid w:val="003862C2"/>
    <w:rsid w:val="003875D3"/>
    <w:rsid w:val="00387862"/>
    <w:rsid w:val="003907D0"/>
    <w:rsid w:val="003911C9"/>
    <w:rsid w:val="0039184F"/>
    <w:rsid w:val="0039236F"/>
    <w:rsid w:val="0039424B"/>
    <w:rsid w:val="00394AE8"/>
    <w:rsid w:val="00395060"/>
    <w:rsid w:val="003950DB"/>
    <w:rsid w:val="00397D0E"/>
    <w:rsid w:val="00397E28"/>
    <w:rsid w:val="003A20A5"/>
    <w:rsid w:val="003A243F"/>
    <w:rsid w:val="003A4536"/>
    <w:rsid w:val="003B01E2"/>
    <w:rsid w:val="003B06D1"/>
    <w:rsid w:val="003B0ACF"/>
    <w:rsid w:val="003B1FDC"/>
    <w:rsid w:val="003B2B8E"/>
    <w:rsid w:val="003B2E87"/>
    <w:rsid w:val="003B49B1"/>
    <w:rsid w:val="003B79F1"/>
    <w:rsid w:val="003C01D2"/>
    <w:rsid w:val="003C0797"/>
    <w:rsid w:val="003C1268"/>
    <w:rsid w:val="003C1503"/>
    <w:rsid w:val="003C4775"/>
    <w:rsid w:val="003C5097"/>
    <w:rsid w:val="003C55E2"/>
    <w:rsid w:val="003C61C2"/>
    <w:rsid w:val="003C63B0"/>
    <w:rsid w:val="003C69E5"/>
    <w:rsid w:val="003C6ECF"/>
    <w:rsid w:val="003D017D"/>
    <w:rsid w:val="003D099D"/>
    <w:rsid w:val="003D107D"/>
    <w:rsid w:val="003D121F"/>
    <w:rsid w:val="003D1BD4"/>
    <w:rsid w:val="003D2911"/>
    <w:rsid w:val="003D303A"/>
    <w:rsid w:val="003D4087"/>
    <w:rsid w:val="003D48C9"/>
    <w:rsid w:val="003D4928"/>
    <w:rsid w:val="003D4FB7"/>
    <w:rsid w:val="003D6A72"/>
    <w:rsid w:val="003D7533"/>
    <w:rsid w:val="003E119E"/>
    <w:rsid w:val="003E21F7"/>
    <w:rsid w:val="003E2839"/>
    <w:rsid w:val="003E296D"/>
    <w:rsid w:val="003E3AC2"/>
    <w:rsid w:val="003E4CC1"/>
    <w:rsid w:val="003E5035"/>
    <w:rsid w:val="003E6368"/>
    <w:rsid w:val="003E6530"/>
    <w:rsid w:val="003E67BE"/>
    <w:rsid w:val="003F0098"/>
    <w:rsid w:val="003F00A4"/>
    <w:rsid w:val="003F00FD"/>
    <w:rsid w:val="003F02BC"/>
    <w:rsid w:val="003F0423"/>
    <w:rsid w:val="003F0E5B"/>
    <w:rsid w:val="003F19E3"/>
    <w:rsid w:val="003F225E"/>
    <w:rsid w:val="003F29E7"/>
    <w:rsid w:val="003F2F92"/>
    <w:rsid w:val="003F33CE"/>
    <w:rsid w:val="003F4039"/>
    <w:rsid w:val="003F6502"/>
    <w:rsid w:val="0040392F"/>
    <w:rsid w:val="0040403E"/>
    <w:rsid w:val="00404974"/>
    <w:rsid w:val="0040621A"/>
    <w:rsid w:val="00406375"/>
    <w:rsid w:val="004106BF"/>
    <w:rsid w:val="0041090D"/>
    <w:rsid w:val="0041524B"/>
    <w:rsid w:val="0041657D"/>
    <w:rsid w:val="00416A12"/>
    <w:rsid w:val="00424A1B"/>
    <w:rsid w:val="00424AAE"/>
    <w:rsid w:val="00426C4A"/>
    <w:rsid w:val="00427FCF"/>
    <w:rsid w:val="00430615"/>
    <w:rsid w:val="00431206"/>
    <w:rsid w:val="00433650"/>
    <w:rsid w:val="004339CD"/>
    <w:rsid w:val="00433B9A"/>
    <w:rsid w:val="00434A1E"/>
    <w:rsid w:val="00435204"/>
    <w:rsid w:val="00435A68"/>
    <w:rsid w:val="004373CF"/>
    <w:rsid w:val="0044080A"/>
    <w:rsid w:val="00441626"/>
    <w:rsid w:val="00442D7A"/>
    <w:rsid w:val="004436AF"/>
    <w:rsid w:val="0044442B"/>
    <w:rsid w:val="00444D95"/>
    <w:rsid w:val="00445B9F"/>
    <w:rsid w:val="00446512"/>
    <w:rsid w:val="004476F6"/>
    <w:rsid w:val="00450972"/>
    <w:rsid w:val="00450A23"/>
    <w:rsid w:val="004514B3"/>
    <w:rsid w:val="00451527"/>
    <w:rsid w:val="0045176C"/>
    <w:rsid w:val="00452348"/>
    <w:rsid w:val="00453897"/>
    <w:rsid w:val="00453A69"/>
    <w:rsid w:val="00454650"/>
    <w:rsid w:val="004579CF"/>
    <w:rsid w:val="00457F58"/>
    <w:rsid w:val="00460127"/>
    <w:rsid w:val="00462771"/>
    <w:rsid w:val="0046726A"/>
    <w:rsid w:val="00467886"/>
    <w:rsid w:val="004714AF"/>
    <w:rsid w:val="00471AA4"/>
    <w:rsid w:val="00475F33"/>
    <w:rsid w:val="0047614A"/>
    <w:rsid w:val="00476D11"/>
    <w:rsid w:val="00477F70"/>
    <w:rsid w:val="00477FB4"/>
    <w:rsid w:val="004803C8"/>
    <w:rsid w:val="0048181D"/>
    <w:rsid w:val="004827E8"/>
    <w:rsid w:val="00483FC2"/>
    <w:rsid w:val="004841D3"/>
    <w:rsid w:val="0048443A"/>
    <w:rsid w:val="00485C83"/>
    <w:rsid w:val="00486122"/>
    <w:rsid w:val="00486A0D"/>
    <w:rsid w:val="00490475"/>
    <w:rsid w:val="00490601"/>
    <w:rsid w:val="0049259D"/>
    <w:rsid w:val="004926F3"/>
    <w:rsid w:val="00492C2D"/>
    <w:rsid w:val="00493BAD"/>
    <w:rsid w:val="0049400C"/>
    <w:rsid w:val="00494CCE"/>
    <w:rsid w:val="00494DF4"/>
    <w:rsid w:val="00497599"/>
    <w:rsid w:val="00497BFB"/>
    <w:rsid w:val="004A04CF"/>
    <w:rsid w:val="004A1105"/>
    <w:rsid w:val="004A1712"/>
    <w:rsid w:val="004A2754"/>
    <w:rsid w:val="004A3F5A"/>
    <w:rsid w:val="004A46AA"/>
    <w:rsid w:val="004A55D2"/>
    <w:rsid w:val="004A6681"/>
    <w:rsid w:val="004A7AA4"/>
    <w:rsid w:val="004A7D29"/>
    <w:rsid w:val="004B0398"/>
    <w:rsid w:val="004B03C3"/>
    <w:rsid w:val="004B1FBE"/>
    <w:rsid w:val="004B217E"/>
    <w:rsid w:val="004B22BF"/>
    <w:rsid w:val="004B2C6B"/>
    <w:rsid w:val="004B43A1"/>
    <w:rsid w:val="004B5242"/>
    <w:rsid w:val="004B6014"/>
    <w:rsid w:val="004B685D"/>
    <w:rsid w:val="004B6F6A"/>
    <w:rsid w:val="004C0493"/>
    <w:rsid w:val="004C0B98"/>
    <w:rsid w:val="004C1B99"/>
    <w:rsid w:val="004C1F80"/>
    <w:rsid w:val="004C4433"/>
    <w:rsid w:val="004C44D7"/>
    <w:rsid w:val="004C5A3A"/>
    <w:rsid w:val="004C6B2C"/>
    <w:rsid w:val="004C710C"/>
    <w:rsid w:val="004D0EC6"/>
    <w:rsid w:val="004D33B1"/>
    <w:rsid w:val="004D3A5F"/>
    <w:rsid w:val="004D44B1"/>
    <w:rsid w:val="004D480C"/>
    <w:rsid w:val="004D5CD9"/>
    <w:rsid w:val="004D6620"/>
    <w:rsid w:val="004D6C0F"/>
    <w:rsid w:val="004D6EE8"/>
    <w:rsid w:val="004E166D"/>
    <w:rsid w:val="004E1A0C"/>
    <w:rsid w:val="004E2262"/>
    <w:rsid w:val="004E30E5"/>
    <w:rsid w:val="004E34C6"/>
    <w:rsid w:val="004E4CBD"/>
    <w:rsid w:val="004E6207"/>
    <w:rsid w:val="004F024A"/>
    <w:rsid w:val="004F03FF"/>
    <w:rsid w:val="004F07CF"/>
    <w:rsid w:val="004F2CA8"/>
    <w:rsid w:val="004F53A0"/>
    <w:rsid w:val="004F561C"/>
    <w:rsid w:val="004F5AB3"/>
    <w:rsid w:val="004F77BF"/>
    <w:rsid w:val="00501B50"/>
    <w:rsid w:val="00501C36"/>
    <w:rsid w:val="005025EA"/>
    <w:rsid w:val="00503239"/>
    <w:rsid w:val="00504BB4"/>
    <w:rsid w:val="00505609"/>
    <w:rsid w:val="005063AF"/>
    <w:rsid w:val="005063BE"/>
    <w:rsid w:val="00510CD6"/>
    <w:rsid w:val="0051115F"/>
    <w:rsid w:val="0051116C"/>
    <w:rsid w:val="005115A8"/>
    <w:rsid w:val="00512961"/>
    <w:rsid w:val="00512CCB"/>
    <w:rsid w:val="00513CD1"/>
    <w:rsid w:val="00513E8B"/>
    <w:rsid w:val="00516A16"/>
    <w:rsid w:val="00516A96"/>
    <w:rsid w:val="0051705A"/>
    <w:rsid w:val="00517123"/>
    <w:rsid w:val="0051740F"/>
    <w:rsid w:val="005206D8"/>
    <w:rsid w:val="00520C85"/>
    <w:rsid w:val="005212B6"/>
    <w:rsid w:val="0052521F"/>
    <w:rsid w:val="00525EA3"/>
    <w:rsid w:val="00527296"/>
    <w:rsid w:val="005337B5"/>
    <w:rsid w:val="00535777"/>
    <w:rsid w:val="00535DDB"/>
    <w:rsid w:val="0053635A"/>
    <w:rsid w:val="00536E25"/>
    <w:rsid w:val="00536F84"/>
    <w:rsid w:val="00537947"/>
    <w:rsid w:val="005419EC"/>
    <w:rsid w:val="00542201"/>
    <w:rsid w:val="0054312C"/>
    <w:rsid w:val="005431D6"/>
    <w:rsid w:val="0054356D"/>
    <w:rsid w:val="005435D1"/>
    <w:rsid w:val="005454BF"/>
    <w:rsid w:val="005455E0"/>
    <w:rsid w:val="00545CF9"/>
    <w:rsid w:val="00550C40"/>
    <w:rsid w:val="00551CEF"/>
    <w:rsid w:val="005538C3"/>
    <w:rsid w:val="0055396F"/>
    <w:rsid w:val="0055590C"/>
    <w:rsid w:val="005571A6"/>
    <w:rsid w:val="00557363"/>
    <w:rsid w:val="00560C9B"/>
    <w:rsid w:val="00562268"/>
    <w:rsid w:val="00563094"/>
    <w:rsid w:val="00564088"/>
    <w:rsid w:val="0056493D"/>
    <w:rsid w:val="00565344"/>
    <w:rsid w:val="00565546"/>
    <w:rsid w:val="0057031C"/>
    <w:rsid w:val="005713FF"/>
    <w:rsid w:val="005714FC"/>
    <w:rsid w:val="00571511"/>
    <w:rsid w:val="00571AA7"/>
    <w:rsid w:val="00575036"/>
    <w:rsid w:val="005761B5"/>
    <w:rsid w:val="0057676F"/>
    <w:rsid w:val="00576E1E"/>
    <w:rsid w:val="00577034"/>
    <w:rsid w:val="00580C57"/>
    <w:rsid w:val="00582037"/>
    <w:rsid w:val="00582CBC"/>
    <w:rsid w:val="00582F58"/>
    <w:rsid w:val="00583A0D"/>
    <w:rsid w:val="00583A14"/>
    <w:rsid w:val="005856EB"/>
    <w:rsid w:val="00585E6C"/>
    <w:rsid w:val="0058654A"/>
    <w:rsid w:val="00590AF1"/>
    <w:rsid w:val="00591D68"/>
    <w:rsid w:val="0059268B"/>
    <w:rsid w:val="00592B33"/>
    <w:rsid w:val="00592B41"/>
    <w:rsid w:val="00592DD6"/>
    <w:rsid w:val="005937EC"/>
    <w:rsid w:val="00593FD4"/>
    <w:rsid w:val="00596B82"/>
    <w:rsid w:val="005974B4"/>
    <w:rsid w:val="005A15FC"/>
    <w:rsid w:val="005A2320"/>
    <w:rsid w:val="005A3A4C"/>
    <w:rsid w:val="005A3D6F"/>
    <w:rsid w:val="005A4088"/>
    <w:rsid w:val="005A4210"/>
    <w:rsid w:val="005A4E0C"/>
    <w:rsid w:val="005A5375"/>
    <w:rsid w:val="005A5CC2"/>
    <w:rsid w:val="005A6195"/>
    <w:rsid w:val="005A76EE"/>
    <w:rsid w:val="005B010C"/>
    <w:rsid w:val="005B0590"/>
    <w:rsid w:val="005B11EF"/>
    <w:rsid w:val="005B1894"/>
    <w:rsid w:val="005B30B2"/>
    <w:rsid w:val="005B4C3C"/>
    <w:rsid w:val="005B5EF9"/>
    <w:rsid w:val="005C08E5"/>
    <w:rsid w:val="005C0F8B"/>
    <w:rsid w:val="005C2A5C"/>
    <w:rsid w:val="005C40FB"/>
    <w:rsid w:val="005C5149"/>
    <w:rsid w:val="005C58D1"/>
    <w:rsid w:val="005C6437"/>
    <w:rsid w:val="005C688E"/>
    <w:rsid w:val="005D0C69"/>
    <w:rsid w:val="005D155B"/>
    <w:rsid w:val="005D2B95"/>
    <w:rsid w:val="005D3474"/>
    <w:rsid w:val="005D34FF"/>
    <w:rsid w:val="005D37A7"/>
    <w:rsid w:val="005D385D"/>
    <w:rsid w:val="005D518F"/>
    <w:rsid w:val="005D631D"/>
    <w:rsid w:val="005D7644"/>
    <w:rsid w:val="005D7B58"/>
    <w:rsid w:val="005E0CE1"/>
    <w:rsid w:val="005E1B7C"/>
    <w:rsid w:val="005E1C12"/>
    <w:rsid w:val="005E2770"/>
    <w:rsid w:val="005E48D2"/>
    <w:rsid w:val="005F0488"/>
    <w:rsid w:val="005F0544"/>
    <w:rsid w:val="005F0BC2"/>
    <w:rsid w:val="005F1110"/>
    <w:rsid w:val="005F12FF"/>
    <w:rsid w:val="005F144D"/>
    <w:rsid w:val="005F203C"/>
    <w:rsid w:val="005F3289"/>
    <w:rsid w:val="005F425D"/>
    <w:rsid w:val="005F4D34"/>
    <w:rsid w:val="005F5A04"/>
    <w:rsid w:val="005F5F71"/>
    <w:rsid w:val="005F5FB6"/>
    <w:rsid w:val="005F72BC"/>
    <w:rsid w:val="005F731C"/>
    <w:rsid w:val="00600168"/>
    <w:rsid w:val="00600B59"/>
    <w:rsid w:val="00600EC2"/>
    <w:rsid w:val="00603116"/>
    <w:rsid w:val="006034EB"/>
    <w:rsid w:val="0060358B"/>
    <w:rsid w:val="006037E6"/>
    <w:rsid w:val="00604514"/>
    <w:rsid w:val="00605F56"/>
    <w:rsid w:val="006064B6"/>
    <w:rsid w:val="00606804"/>
    <w:rsid w:val="00607274"/>
    <w:rsid w:val="006072BA"/>
    <w:rsid w:val="006079C0"/>
    <w:rsid w:val="00607F25"/>
    <w:rsid w:val="00610FB4"/>
    <w:rsid w:val="00611465"/>
    <w:rsid w:val="006117C3"/>
    <w:rsid w:val="0061340B"/>
    <w:rsid w:val="00613886"/>
    <w:rsid w:val="0061558E"/>
    <w:rsid w:val="00617C22"/>
    <w:rsid w:val="0062059D"/>
    <w:rsid w:val="00621011"/>
    <w:rsid w:val="00621CAE"/>
    <w:rsid w:val="00622CB1"/>
    <w:rsid w:val="006233D9"/>
    <w:rsid w:val="00623CEF"/>
    <w:rsid w:val="00624347"/>
    <w:rsid w:val="00625E8E"/>
    <w:rsid w:val="006273B3"/>
    <w:rsid w:val="00627964"/>
    <w:rsid w:val="00627A52"/>
    <w:rsid w:val="00633E8E"/>
    <w:rsid w:val="00634017"/>
    <w:rsid w:val="00634190"/>
    <w:rsid w:val="0063514F"/>
    <w:rsid w:val="006355C3"/>
    <w:rsid w:val="006356AF"/>
    <w:rsid w:val="00635A2E"/>
    <w:rsid w:val="00636392"/>
    <w:rsid w:val="006375D4"/>
    <w:rsid w:val="006407AF"/>
    <w:rsid w:val="00641467"/>
    <w:rsid w:val="00641C27"/>
    <w:rsid w:val="006427F2"/>
    <w:rsid w:val="0064281C"/>
    <w:rsid w:val="00645525"/>
    <w:rsid w:val="00647AA9"/>
    <w:rsid w:val="00651E8E"/>
    <w:rsid w:val="00651FAC"/>
    <w:rsid w:val="00652427"/>
    <w:rsid w:val="0065261B"/>
    <w:rsid w:val="006527F8"/>
    <w:rsid w:val="006529DA"/>
    <w:rsid w:val="0065589E"/>
    <w:rsid w:val="00660DC5"/>
    <w:rsid w:val="00661A2C"/>
    <w:rsid w:val="006631E4"/>
    <w:rsid w:val="00663E9C"/>
    <w:rsid w:val="0066422E"/>
    <w:rsid w:val="00666054"/>
    <w:rsid w:val="0066683B"/>
    <w:rsid w:val="006669A6"/>
    <w:rsid w:val="00667906"/>
    <w:rsid w:val="00670E0D"/>
    <w:rsid w:val="00670F39"/>
    <w:rsid w:val="00671FE5"/>
    <w:rsid w:val="006724D1"/>
    <w:rsid w:val="00672E05"/>
    <w:rsid w:val="0067419B"/>
    <w:rsid w:val="00674CD7"/>
    <w:rsid w:val="00674E19"/>
    <w:rsid w:val="00674EA9"/>
    <w:rsid w:val="0067547E"/>
    <w:rsid w:val="006764AC"/>
    <w:rsid w:val="00677843"/>
    <w:rsid w:val="00680662"/>
    <w:rsid w:val="00682E2A"/>
    <w:rsid w:val="006831B8"/>
    <w:rsid w:val="00683CD4"/>
    <w:rsid w:val="00683EB0"/>
    <w:rsid w:val="006842C6"/>
    <w:rsid w:val="006846D9"/>
    <w:rsid w:val="00684DE3"/>
    <w:rsid w:val="00685083"/>
    <w:rsid w:val="00686237"/>
    <w:rsid w:val="00687609"/>
    <w:rsid w:val="0068790F"/>
    <w:rsid w:val="00687B63"/>
    <w:rsid w:val="00687CF2"/>
    <w:rsid w:val="00692D0A"/>
    <w:rsid w:val="00692D66"/>
    <w:rsid w:val="0069343D"/>
    <w:rsid w:val="00694A23"/>
    <w:rsid w:val="0069549B"/>
    <w:rsid w:val="00695E7A"/>
    <w:rsid w:val="00695F4C"/>
    <w:rsid w:val="00696D4C"/>
    <w:rsid w:val="00697825"/>
    <w:rsid w:val="006979FD"/>
    <w:rsid w:val="006A0CEF"/>
    <w:rsid w:val="006A0EF1"/>
    <w:rsid w:val="006A1608"/>
    <w:rsid w:val="006A5512"/>
    <w:rsid w:val="006A65CB"/>
    <w:rsid w:val="006B13EB"/>
    <w:rsid w:val="006B297D"/>
    <w:rsid w:val="006B31DF"/>
    <w:rsid w:val="006B337E"/>
    <w:rsid w:val="006B395F"/>
    <w:rsid w:val="006B3A89"/>
    <w:rsid w:val="006B4DD5"/>
    <w:rsid w:val="006B6125"/>
    <w:rsid w:val="006B6B5E"/>
    <w:rsid w:val="006B7D28"/>
    <w:rsid w:val="006C074E"/>
    <w:rsid w:val="006C28E5"/>
    <w:rsid w:val="006C5FD5"/>
    <w:rsid w:val="006C62E6"/>
    <w:rsid w:val="006C709B"/>
    <w:rsid w:val="006C7507"/>
    <w:rsid w:val="006C7779"/>
    <w:rsid w:val="006D02E3"/>
    <w:rsid w:val="006D2B37"/>
    <w:rsid w:val="006D31ED"/>
    <w:rsid w:val="006D3CA8"/>
    <w:rsid w:val="006D4DCB"/>
    <w:rsid w:val="006D57E7"/>
    <w:rsid w:val="006D585F"/>
    <w:rsid w:val="006D6C8D"/>
    <w:rsid w:val="006D6E6A"/>
    <w:rsid w:val="006D71E8"/>
    <w:rsid w:val="006D724E"/>
    <w:rsid w:val="006D75F2"/>
    <w:rsid w:val="006D7B0E"/>
    <w:rsid w:val="006D7B22"/>
    <w:rsid w:val="006E05DF"/>
    <w:rsid w:val="006E08D2"/>
    <w:rsid w:val="006E0D8E"/>
    <w:rsid w:val="006E15F7"/>
    <w:rsid w:val="006E1697"/>
    <w:rsid w:val="006E28F7"/>
    <w:rsid w:val="006E2BAE"/>
    <w:rsid w:val="006E2BD5"/>
    <w:rsid w:val="006E2C9C"/>
    <w:rsid w:val="006E3545"/>
    <w:rsid w:val="006E3761"/>
    <w:rsid w:val="006E4AEA"/>
    <w:rsid w:val="006E592C"/>
    <w:rsid w:val="006E673F"/>
    <w:rsid w:val="006E682E"/>
    <w:rsid w:val="006E6960"/>
    <w:rsid w:val="006E69E0"/>
    <w:rsid w:val="006E6A4A"/>
    <w:rsid w:val="006E70B6"/>
    <w:rsid w:val="006E7138"/>
    <w:rsid w:val="006E741F"/>
    <w:rsid w:val="006F202B"/>
    <w:rsid w:val="006F2810"/>
    <w:rsid w:val="006F49B6"/>
    <w:rsid w:val="006F4DAB"/>
    <w:rsid w:val="006F6851"/>
    <w:rsid w:val="006F704F"/>
    <w:rsid w:val="006F71BF"/>
    <w:rsid w:val="00701D76"/>
    <w:rsid w:val="0070200C"/>
    <w:rsid w:val="00704281"/>
    <w:rsid w:val="007057FF"/>
    <w:rsid w:val="00705FD5"/>
    <w:rsid w:val="00706C60"/>
    <w:rsid w:val="00710254"/>
    <w:rsid w:val="00710F37"/>
    <w:rsid w:val="00711819"/>
    <w:rsid w:val="00711F27"/>
    <w:rsid w:val="0071214C"/>
    <w:rsid w:val="007139AC"/>
    <w:rsid w:val="0071467E"/>
    <w:rsid w:val="007157EB"/>
    <w:rsid w:val="00716D9E"/>
    <w:rsid w:val="007170FD"/>
    <w:rsid w:val="0071798B"/>
    <w:rsid w:val="00720E1B"/>
    <w:rsid w:val="007215B2"/>
    <w:rsid w:val="007216C2"/>
    <w:rsid w:val="00721FC9"/>
    <w:rsid w:val="007225A6"/>
    <w:rsid w:val="00722668"/>
    <w:rsid w:val="007234C5"/>
    <w:rsid w:val="007235DC"/>
    <w:rsid w:val="00723703"/>
    <w:rsid w:val="00723991"/>
    <w:rsid w:val="007256EE"/>
    <w:rsid w:val="0072618F"/>
    <w:rsid w:val="00726E23"/>
    <w:rsid w:val="00727061"/>
    <w:rsid w:val="00727BAC"/>
    <w:rsid w:val="007309BA"/>
    <w:rsid w:val="00734386"/>
    <w:rsid w:val="00735093"/>
    <w:rsid w:val="00736AD6"/>
    <w:rsid w:val="00736BF2"/>
    <w:rsid w:val="00737DA2"/>
    <w:rsid w:val="00740162"/>
    <w:rsid w:val="0074095C"/>
    <w:rsid w:val="00740962"/>
    <w:rsid w:val="0074252C"/>
    <w:rsid w:val="007432CE"/>
    <w:rsid w:val="0074357B"/>
    <w:rsid w:val="007441AB"/>
    <w:rsid w:val="00744222"/>
    <w:rsid w:val="00745CB0"/>
    <w:rsid w:val="00745E52"/>
    <w:rsid w:val="00746A47"/>
    <w:rsid w:val="00747A39"/>
    <w:rsid w:val="00747BAF"/>
    <w:rsid w:val="0075004D"/>
    <w:rsid w:val="007501A2"/>
    <w:rsid w:val="007517B1"/>
    <w:rsid w:val="00753763"/>
    <w:rsid w:val="00754FFB"/>
    <w:rsid w:val="00756172"/>
    <w:rsid w:val="00756480"/>
    <w:rsid w:val="0075648F"/>
    <w:rsid w:val="00761700"/>
    <w:rsid w:val="00762341"/>
    <w:rsid w:val="007632A5"/>
    <w:rsid w:val="00764B58"/>
    <w:rsid w:val="00765A70"/>
    <w:rsid w:val="00765CBD"/>
    <w:rsid w:val="00767750"/>
    <w:rsid w:val="00771CA9"/>
    <w:rsid w:val="00773137"/>
    <w:rsid w:val="00773F46"/>
    <w:rsid w:val="00775470"/>
    <w:rsid w:val="00776564"/>
    <w:rsid w:val="00776D98"/>
    <w:rsid w:val="00776F14"/>
    <w:rsid w:val="00776F51"/>
    <w:rsid w:val="00776FC7"/>
    <w:rsid w:val="00777C76"/>
    <w:rsid w:val="007803F1"/>
    <w:rsid w:val="00780C04"/>
    <w:rsid w:val="00781FE5"/>
    <w:rsid w:val="0078418F"/>
    <w:rsid w:val="00784D90"/>
    <w:rsid w:val="00785E77"/>
    <w:rsid w:val="00785F87"/>
    <w:rsid w:val="00786D06"/>
    <w:rsid w:val="00786F57"/>
    <w:rsid w:val="00787413"/>
    <w:rsid w:val="00787E6D"/>
    <w:rsid w:val="00790032"/>
    <w:rsid w:val="00790B55"/>
    <w:rsid w:val="00791E1A"/>
    <w:rsid w:val="00793D76"/>
    <w:rsid w:val="007948B7"/>
    <w:rsid w:val="00795635"/>
    <w:rsid w:val="007967CF"/>
    <w:rsid w:val="0079729A"/>
    <w:rsid w:val="00797E78"/>
    <w:rsid w:val="007A2276"/>
    <w:rsid w:val="007A2C24"/>
    <w:rsid w:val="007A3580"/>
    <w:rsid w:val="007A3883"/>
    <w:rsid w:val="007A3F2B"/>
    <w:rsid w:val="007A54AB"/>
    <w:rsid w:val="007A6738"/>
    <w:rsid w:val="007A686E"/>
    <w:rsid w:val="007A7EB7"/>
    <w:rsid w:val="007B0283"/>
    <w:rsid w:val="007B0959"/>
    <w:rsid w:val="007B133A"/>
    <w:rsid w:val="007B3D8C"/>
    <w:rsid w:val="007B58DE"/>
    <w:rsid w:val="007B5C8C"/>
    <w:rsid w:val="007B62BF"/>
    <w:rsid w:val="007B7EF1"/>
    <w:rsid w:val="007C071B"/>
    <w:rsid w:val="007C145B"/>
    <w:rsid w:val="007C1EAF"/>
    <w:rsid w:val="007C2D9D"/>
    <w:rsid w:val="007C2FF8"/>
    <w:rsid w:val="007C3DA2"/>
    <w:rsid w:val="007C4896"/>
    <w:rsid w:val="007C51BE"/>
    <w:rsid w:val="007C5870"/>
    <w:rsid w:val="007C5F29"/>
    <w:rsid w:val="007C62ED"/>
    <w:rsid w:val="007C695C"/>
    <w:rsid w:val="007D00D0"/>
    <w:rsid w:val="007D1E0D"/>
    <w:rsid w:val="007D2B3A"/>
    <w:rsid w:val="007D3B2D"/>
    <w:rsid w:val="007D51D4"/>
    <w:rsid w:val="007D5561"/>
    <w:rsid w:val="007D719C"/>
    <w:rsid w:val="007D7426"/>
    <w:rsid w:val="007D757B"/>
    <w:rsid w:val="007D760B"/>
    <w:rsid w:val="007E1635"/>
    <w:rsid w:val="007E2AEC"/>
    <w:rsid w:val="007E2C22"/>
    <w:rsid w:val="007E3845"/>
    <w:rsid w:val="007E3914"/>
    <w:rsid w:val="007E3C7E"/>
    <w:rsid w:val="007E4808"/>
    <w:rsid w:val="007E497D"/>
    <w:rsid w:val="007E63D4"/>
    <w:rsid w:val="007E705A"/>
    <w:rsid w:val="007F13BB"/>
    <w:rsid w:val="007F4860"/>
    <w:rsid w:val="007F6CDA"/>
    <w:rsid w:val="007F73D6"/>
    <w:rsid w:val="008003D6"/>
    <w:rsid w:val="00802AE2"/>
    <w:rsid w:val="0080328D"/>
    <w:rsid w:val="00803C5F"/>
    <w:rsid w:val="00804CD0"/>
    <w:rsid w:val="00804ECF"/>
    <w:rsid w:val="0080518F"/>
    <w:rsid w:val="00805421"/>
    <w:rsid w:val="0080546B"/>
    <w:rsid w:val="008063B2"/>
    <w:rsid w:val="008067C6"/>
    <w:rsid w:val="00806E0D"/>
    <w:rsid w:val="00811AD6"/>
    <w:rsid w:val="00811D66"/>
    <w:rsid w:val="00813E1C"/>
    <w:rsid w:val="008147CD"/>
    <w:rsid w:val="0081491F"/>
    <w:rsid w:val="00815AFD"/>
    <w:rsid w:val="00816B0D"/>
    <w:rsid w:val="00817976"/>
    <w:rsid w:val="00817BCF"/>
    <w:rsid w:val="00820731"/>
    <w:rsid w:val="00822875"/>
    <w:rsid w:val="0082339D"/>
    <w:rsid w:val="0082385D"/>
    <w:rsid w:val="00823F46"/>
    <w:rsid w:val="00825C38"/>
    <w:rsid w:val="00825D4B"/>
    <w:rsid w:val="00826325"/>
    <w:rsid w:val="00827F01"/>
    <w:rsid w:val="00830144"/>
    <w:rsid w:val="008305DD"/>
    <w:rsid w:val="00831D8A"/>
    <w:rsid w:val="00832362"/>
    <w:rsid w:val="0083247C"/>
    <w:rsid w:val="00833515"/>
    <w:rsid w:val="00834655"/>
    <w:rsid w:val="00834A0D"/>
    <w:rsid w:val="0083539B"/>
    <w:rsid w:val="0083700A"/>
    <w:rsid w:val="00837CB4"/>
    <w:rsid w:val="00840385"/>
    <w:rsid w:val="008409B4"/>
    <w:rsid w:val="00840C83"/>
    <w:rsid w:val="008411A5"/>
    <w:rsid w:val="008421F9"/>
    <w:rsid w:val="008429CD"/>
    <w:rsid w:val="00842CE8"/>
    <w:rsid w:val="00842D9F"/>
    <w:rsid w:val="00842EF2"/>
    <w:rsid w:val="00843165"/>
    <w:rsid w:val="00843EC4"/>
    <w:rsid w:val="00843F7B"/>
    <w:rsid w:val="00846503"/>
    <w:rsid w:val="0085030A"/>
    <w:rsid w:val="00851C5C"/>
    <w:rsid w:val="00852F41"/>
    <w:rsid w:val="00853563"/>
    <w:rsid w:val="008545DF"/>
    <w:rsid w:val="00855136"/>
    <w:rsid w:val="00860B3C"/>
    <w:rsid w:val="008614F7"/>
    <w:rsid w:val="00861CD3"/>
    <w:rsid w:val="00862D6C"/>
    <w:rsid w:val="00862DBE"/>
    <w:rsid w:val="008642F6"/>
    <w:rsid w:val="00866F1D"/>
    <w:rsid w:val="0086732D"/>
    <w:rsid w:val="00867AEA"/>
    <w:rsid w:val="00867C6C"/>
    <w:rsid w:val="00870159"/>
    <w:rsid w:val="00870C08"/>
    <w:rsid w:val="008717F2"/>
    <w:rsid w:val="008727A9"/>
    <w:rsid w:val="008730E5"/>
    <w:rsid w:val="0087426D"/>
    <w:rsid w:val="00874353"/>
    <w:rsid w:val="008744BD"/>
    <w:rsid w:val="0087716A"/>
    <w:rsid w:val="00877CFA"/>
    <w:rsid w:val="008804B1"/>
    <w:rsid w:val="0088092B"/>
    <w:rsid w:val="00882909"/>
    <w:rsid w:val="00883CD9"/>
    <w:rsid w:val="00883E44"/>
    <w:rsid w:val="00886068"/>
    <w:rsid w:val="008862B0"/>
    <w:rsid w:val="0089010A"/>
    <w:rsid w:val="0089026F"/>
    <w:rsid w:val="00890F38"/>
    <w:rsid w:val="00890FFD"/>
    <w:rsid w:val="00891205"/>
    <w:rsid w:val="00896657"/>
    <w:rsid w:val="00897447"/>
    <w:rsid w:val="00897800"/>
    <w:rsid w:val="00897F35"/>
    <w:rsid w:val="008A0404"/>
    <w:rsid w:val="008A06FB"/>
    <w:rsid w:val="008A313F"/>
    <w:rsid w:val="008A39A4"/>
    <w:rsid w:val="008A4F36"/>
    <w:rsid w:val="008A6A0A"/>
    <w:rsid w:val="008B05D2"/>
    <w:rsid w:val="008B0CA3"/>
    <w:rsid w:val="008B16E3"/>
    <w:rsid w:val="008B205C"/>
    <w:rsid w:val="008B2D53"/>
    <w:rsid w:val="008B3137"/>
    <w:rsid w:val="008B33A0"/>
    <w:rsid w:val="008B6699"/>
    <w:rsid w:val="008B6956"/>
    <w:rsid w:val="008B7109"/>
    <w:rsid w:val="008B73FC"/>
    <w:rsid w:val="008B7C53"/>
    <w:rsid w:val="008C01EE"/>
    <w:rsid w:val="008C06C1"/>
    <w:rsid w:val="008C1822"/>
    <w:rsid w:val="008C3473"/>
    <w:rsid w:val="008C3A02"/>
    <w:rsid w:val="008C4571"/>
    <w:rsid w:val="008D0DBD"/>
    <w:rsid w:val="008D17AA"/>
    <w:rsid w:val="008D2C52"/>
    <w:rsid w:val="008D308A"/>
    <w:rsid w:val="008D3EB0"/>
    <w:rsid w:val="008D4582"/>
    <w:rsid w:val="008D5A80"/>
    <w:rsid w:val="008D73DE"/>
    <w:rsid w:val="008D75C9"/>
    <w:rsid w:val="008E1A84"/>
    <w:rsid w:val="008E1AA9"/>
    <w:rsid w:val="008E1CDC"/>
    <w:rsid w:val="008E322B"/>
    <w:rsid w:val="008E5954"/>
    <w:rsid w:val="008E7887"/>
    <w:rsid w:val="008E7907"/>
    <w:rsid w:val="008F0BFC"/>
    <w:rsid w:val="008F0E55"/>
    <w:rsid w:val="008F13B4"/>
    <w:rsid w:val="008F1DF1"/>
    <w:rsid w:val="008F354A"/>
    <w:rsid w:val="008F3A95"/>
    <w:rsid w:val="008F48CB"/>
    <w:rsid w:val="008F4B0E"/>
    <w:rsid w:val="008F503A"/>
    <w:rsid w:val="008F55D6"/>
    <w:rsid w:val="008F608C"/>
    <w:rsid w:val="008F6892"/>
    <w:rsid w:val="008F6BB8"/>
    <w:rsid w:val="008F72D8"/>
    <w:rsid w:val="00900321"/>
    <w:rsid w:val="009004CA"/>
    <w:rsid w:val="009006B6"/>
    <w:rsid w:val="00900CD2"/>
    <w:rsid w:val="0090195C"/>
    <w:rsid w:val="009020AA"/>
    <w:rsid w:val="009036E7"/>
    <w:rsid w:val="009062BF"/>
    <w:rsid w:val="00907C07"/>
    <w:rsid w:val="00911872"/>
    <w:rsid w:val="00911B9E"/>
    <w:rsid w:val="0091213F"/>
    <w:rsid w:val="00913317"/>
    <w:rsid w:val="00913706"/>
    <w:rsid w:val="009141D6"/>
    <w:rsid w:val="00914BC9"/>
    <w:rsid w:val="0091517A"/>
    <w:rsid w:val="00915284"/>
    <w:rsid w:val="00915D43"/>
    <w:rsid w:val="009161FD"/>
    <w:rsid w:val="0091639F"/>
    <w:rsid w:val="0092092A"/>
    <w:rsid w:val="00920AE0"/>
    <w:rsid w:val="00920BA2"/>
    <w:rsid w:val="00921249"/>
    <w:rsid w:val="00921524"/>
    <w:rsid w:val="00921C3C"/>
    <w:rsid w:val="00922232"/>
    <w:rsid w:val="009242CB"/>
    <w:rsid w:val="00924F6A"/>
    <w:rsid w:val="009313FC"/>
    <w:rsid w:val="0093288D"/>
    <w:rsid w:val="0093363E"/>
    <w:rsid w:val="009341FB"/>
    <w:rsid w:val="009343CC"/>
    <w:rsid w:val="009346B0"/>
    <w:rsid w:val="00934786"/>
    <w:rsid w:val="00935657"/>
    <w:rsid w:val="0093608B"/>
    <w:rsid w:val="00936696"/>
    <w:rsid w:val="00937B5C"/>
    <w:rsid w:val="0094024D"/>
    <w:rsid w:val="009402E9"/>
    <w:rsid w:val="00942041"/>
    <w:rsid w:val="0094291B"/>
    <w:rsid w:val="00942951"/>
    <w:rsid w:val="00942AB0"/>
    <w:rsid w:val="00942B7C"/>
    <w:rsid w:val="0094371C"/>
    <w:rsid w:val="009438C5"/>
    <w:rsid w:val="0094484B"/>
    <w:rsid w:val="0094525D"/>
    <w:rsid w:val="009455F0"/>
    <w:rsid w:val="009457DB"/>
    <w:rsid w:val="00945A34"/>
    <w:rsid w:val="00947707"/>
    <w:rsid w:val="00947E63"/>
    <w:rsid w:val="00950FA5"/>
    <w:rsid w:val="00951682"/>
    <w:rsid w:val="0095209D"/>
    <w:rsid w:val="009528C7"/>
    <w:rsid w:val="00953BDC"/>
    <w:rsid w:val="009557AC"/>
    <w:rsid w:val="00955868"/>
    <w:rsid w:val="009561D0"/>
    <w:rsid w:val="00960758"/>
    <w:rsid w:val="009611B4"/>
    <w:rsid w:val="0096148A"/>
    <w:rsid w:val="00962738"/>
    <w:rsid w:val="00964B99"/>
    <w:rsid w:val="009653A9"/>
    <w:rsid w:val="009655E1"/>
    <w:rsid w:val="009662C5"/>
    <w:rsid w:val="00966E94"/>
    <w:rsid w:val="00967B90"/>
    <w:rsid w:val="00970AE1"/>
    <w:rsid w:val="0097142B"/>
    <w:rsid w:val="00972465"/>
    <w:rsid w:val="00973BAC"/>
    <w:rsid w:val="00973D2A"/>
    <w:rsid w:val="00975436"/>
    <w:rsid w:val="00976DE3"/>
    <w:rsid w:val="009804F6"/>
    <w:rsid w:val="009809F6"/>
    <w:rsid w:val="00980FEF"/>
    <w:rsid w:val="009830AC"/>
    <w:rsid w:val="009836DE"/>
    <w:rsid w:val="00983C3B"/>
    <w:rsid w:val="0098587C"/>
    <w:rsid w:val="00985C8F"/>
    <w:rsid w:val="009879F4"/>
    <w:rsid w:val="00987FB2"/>
    <w:rsid w:val="00992DCD"/>
    <w:rsid w:val="0099445C"/>
    <w:rsid w:val="0099568C"/>
    <w:rsid w:val="00997142"/>
    <w:rsid w:val="00997982"/>
    <w:rsid w:val="00997E76"/>
    <w:rsid w:val="009A2240"/>
    <w:rsid w:val="009A2E46"/>
    <w:rsid w:val="009A3BA1"/>
    <w:rsid w:val="009A4897"/>
    <w:rsid w:val="009A59DB"/>
    <w:rsid w:val="009A6654"/>
    <w:rsid w:val="009A6E90"/>
    <w:rsid w:val="009A7F6D"/>
    <w:rsid w:val="009B01CB"/>
    <w:rsid w:val="009B0516"/>
    <w:rsid w:val="009B1887"/>
    <w:rsid w:val="009B2009"/>
    <w:rsid w:val="009B2CC6"/>
    <w:rsid w:val="009B335A"/>
    <w:rsid w:val="009B3EFC"/>
    <w:rsid w:val="009B3F4D"/>
    <w:rsid w:val="009B5391"/>
    <w:rsid w:val="009C223A"/>
    <w:rsid w:val="009C3642"/>
    <w:rsid w:val="009C4068"/>
    <w:rsid w:val="009C4932"/>
    <w:rsid w:val="009C51B3"/>
    <w:rsid w:val="009C5899"/>
    <w:rsid w:val="009D0570"/>
    <w:rsid w:val="009D0DFB"/>
    <w:rsid w:val="009D1E3D"/>
    <w:rsid w:val="009D220F"/>
    <w:rsid w:val="009D23E8"/>
    <w:rsid w:val="009D3532"/>
    <w:rsid w:val="009D3672"/>
    <w:rsid w:val="009D3CD6"/>
    <w:rsid w:val="009D5791"/>
    <w:rsid w:val="009D58F4"/>
    <w:rsid w:val="009D5B21"/>
    <w:rsid w:val="009D5F92"/>
    <w:rsid w:val="009E0A13"/>
    <w:rsid w:val="009E229D"/>
    <w:rsid w:val="009E2CCA"/>
    <w:rsid w:val="009E2FAF"/>
    <w:rsid w:val="009E58AE"/>
    <w:rsid w:val="009E6367"/>
    <w:rsid w:val="009E7535"/>
    <w:rsid w:val="009F0F53"/>
    <w:rsid w:val="009F1928"/>
    <w:rsid w:val="009F2B85"/>
    <w:rsid w:val="009F39DC"/>
    <w:rsid w:val="009F4FF8"/>
    <w:rsid w:val="009F532A"/>
    <w:rsid w:val="009F5C46"/>
    <w:rsid w:val="009F6D97"/>
    <w:rsid w:val="009F799C"/>
    <w:rsid w:val="009F7DFC"/>
    <w:rsid w:val="00A00454"/>
    <w:rsid w:val="00A00AB8"/>
    <w:rsid w:val="00A01C1E"/>
    <w:rsid w:val="00A02FBB"/>
    <w:rsid w:val="00A038E4"/>
    <w:rsid w:val="00A03DC8"/>
    <w:rsid w:val="00A04222"/>
    <w:rsid w:val="00A04770"/>
    <w:rsid w:val="00A056A8"/>
    <w:rsid w:val="00A0577D"/>
    <w:rsid w:val="00A05794"/>
    <w:rsid w:val="00A067AE"/>
    <w:rsid w:val="00A102BE"/>
    <w:rsid w:val="00A10C47"/>
    <w:rsid w:val="00A12027"/>
    <w:rsid w:val="00A132E5"/>
    <w:rsid w:val="00A13503"/>
    <w:rsid w:val="00A13662"/>
    <w:rsid w:val="00A1370D"/>
    <w:rsid w:val="00A139E6"/>
    <w:rsid w:val="00A13FF8"/>
    <w:rsid w:val="00A17068"/>
    <w:rsid w:val="00A174FB"/>
    <w:rsid w:val="00A17CC5"/>
    <w:rsid w:val="00A212AA"/>
    <w:rsid w:val="00A229F8"/>
    <w:rsid w:val="00A24DEB"/>
    <w:rsid w:val="00A264BD"/>
    <w:rsid w:val="00A27313"/>
    <w:rsid w:val="00A27727"/>
    <w:rsid w:val="00A3098A"/>
    <w:rsid w:val="00A309B0"/>
    <w:rsid w:val="00A30B43"/>
    <w:rsid w:val="00A331FF"/>
    <w:rsid w:val="00A35D62"/>
    <w:rsid w:val="00A36595"/>
    <w:rsid w:val="00A37073"/>
    <w:rsid w:val="00A4118A"/>
    <w:rsid w:val="00A41F5A"/>
    <w:rsid w:val="00A427FA"/>
    <w:rsid w:val="00A4282C"/>
    <w:rsid w:val="00A430E8"/>
    <w:rsid w:val="00A436DC"/>
    <w:rsid w:val="00A46472"/>
    <w:rsid w:val="00A470E2"/>
    <w:rsid w:val="00A47BC7"/>
    <w:rsid w:val="00A50769"/>
    <w:rsid w:val="00A50E54"/>
    <w:rsid w:val="00A51506"/>
    <w:rsid w:val="00A51590"/>
    <w:rsid w:val="00A520E1"/>
    <w:rsid w:val="00A52111"/>
    <w:rsid w:val="00A52176"/>
    <w:rsid w:val="00A52291"/>
    <w:rsid w:val="00A52B51"/>
    <w:rsid w:val="00A53BAE"/>
    <w:rsid w:val="00A5567E"/>
    <w:rsid w:val="00A56AC6"/>
    <w:rsid w:val="00A572DB"/>
    <w:rsid w:val="00A62C4F"/>
    <w:rsid w:val="00A62DEC"/>
    <w:rsid w:val="00A63933"/>
    <w:rsid w:val="00A64BA4"/>
    <w:rsid w:val="00A667D0"/>
    <w:rsid w:val="00A6693A"/>
    <w:rsid w:val="00A66DB2"/>
    <w:rsid w:val="00A70C08"/>
    <w:rsid w:val="00A724FD"/>
    <w:rsid w:val="00A72989"/>
    <w:rsid w:val="00A735FF"/>
    <w:rsid w:val="00A74070"/>
    <w:rsid w:val="00A75B68"/>
    <w:rsid w:val="00A77742"/>
    <w:rsid w:val="00A77976"/>
    <w:rsid w:val="00A77C2F"/>
    <w:rsid w:val="00A80026"/>
    <w:rsid w:val="00A800B0"/>
    <w:rsid w:val="00A8022E"/>
    <w:rsid w:val="00A80E21"/>
    <w:rsid w:val="00A81181"/>
    <w:rsid w:val="00A836B6"/>
    <w:rsid w:val="00A844E6"/>
    <w:rsid w:val="00A86849"/>
    <w:rsid w:val="00A86AFE"/>
    <w:rsid w:val="00A9015A"/>
    <w:rsid w:val="00A92099"/>
    <w:rsid w:val="00A92173"/>
    <w:rsid w:val="00A93DF7"/>
    <w:rsid w:val="00A9426B"/>
    <w:rsid w:val="00A94848"/>
    <w:rsid w:val="00A95202"/>
    <w:rsid w:val="00A966A4"/>
    <w:rsid w:val="00A973A7"/>
    <w:rsid w:val="00A97DF4"/>
    <w:rsid w:val="00AA020D"/>
    <w:rsid w:val="00AA09E7"/>
    <w:rsid w:val="00AA18BC"/>
    <w:rsid w:val="00AA3151"/>
    <w:rsid w:val="00AA418F"/>
    <w:rsid w:val="00AA4D08"/>
    <w:rsid w:val="00AA7ADA"/>
    <w:rsid w:val="00AB05DD"/>
    <w:rsid w:val="00AB0CCF"/>
    <w:rsid w:val="00AB0FD8"/>
    <w:rsid w:val="00AB1946"/>
    <w:rsid w:val="00AB26D4"/>
    <w:rsid w:val="00AB2F04"/>
    <w:rsid w:val="00AB3388"/>
    <w:rsid w:val="00AB34A1"/>
    <w:rsid w:val="00AB45AE"/>
    <w:rsid w:val="00AB5611"/>
    <w:rsid w:val="00AB5B91"/>
    <w:rsid w:val="00AB68BF"/>
    <w:rsid w:val="00AB6D28"/>
    <w:rsid w:val="00AB74E0"/>
    <w:rsid w:val="00AC27BB"/>
    <w:rsid w:val="00AC28CC"/>
    <w:rsid w:val="00AC33E4"/>
    <w:rsid w:val="00AC3E0F"/>
    <w:rsid w:val="00AC4B19"/>
    <w:rsid w:val="00AC4D53"/>
    <w:rsid w:val="00AC6166"/>
    <w:rsid w:val="00AD2A28"/>
    <w:rsid w:val="00AD3DE6"/>
    <w:rsid w:val="00AD4183"/>
    <w:rsid w:val="00AD48FA"/>
    <w:rsid w:val="00AD57BD"/>
    <w:rsid w:val="00AD696A"/>
    <w:rsid w:val="00AD6B6B"/>
    <w:rsid w:val="00AE036C"/>
    <w:rsid w:val="00AE135B"/>
    <w:rsid w:val="00AE231B"/>
    <w:rsid w:val="00AE2570"/>
    <w:rsid w:val="00AE33AB"/>
    <w:rsid w:val="00AE3AAB"/>
    <w:rsid w:val="00AE4293"/>
    <w:rsid w:val="00AE4B75"/>
    <w:rsid w:val="00AE5249"/>
    <w:rsid w:val="00AE6F05"/>
    <w:rsid w:val="00AE7828"/>
    <w:rsid w:val="00AF1C61"/>
    <w:rsid w:val="00AF1E1B"/>
    <w:rsid w:val="00AF2B0D"/>
    <w:rsid w:val="00AF3F37"/>
    <w:rsid w:val="00AF409F"/>
    <w:rsid w:val="00AF4CD0"/>
    <w:rsid w:val="00AF4E26"/>
    <w:rsid w:val="00AF563B"/>
    <w:rsid w:val="00AF595C"/>
    <w:rsid w:val="00AF6B9B"/>
    <w:rsid w:val="00AF6DB6"/>
    <w:rsid w:val="00B00A9D"/>
    <w:rsid w:val="00B00EE2"/>
    <w:rsid w:val="00B02A87"/>
    <w:rsid w:val="00B04243"/>
    <w:rsid w:val="00B05A14"/>
    <w:rsid w:val="00B05E7E"/>
    <w:rsid w:val="00B06D82"/>
    <w:rsid w:val="00B102E1"/>
    <w:rsid w:val="00B10A9A"/>
    <w:rsid w:val="00B10FA7"/>
    <w:rsid w:val="00B11697"/>
    <w:rsid w:val="00B12D13"/>
    <w:rsid w:val="00B13FD1"/>
    <w:rsid w:val="00B1531B"/>
    <w:rsid w:val="00B16B20"/>
    <w:rsid w:val="00B17C92"/>
    <w:rsid w:val="00B212E7"/>
    <w:rsid w:val="00B23733"/>
    <w:rsid w:val="00B23F19"/>
    <w:rsid w:val="00B267E8"/>
    <w:rsid w:val="00B26BCB"/>
    <w:rsid w:val="00B312E5"/>
    <w:rsid w:val="00B324D1"/>
    <w:rsid w:val="00B32C1A"/>
    <w:rsid w:val="00B33A96"/>
    <w:rsid w:val="00B3712B"/>
    <w:rsid w:val="00B37AF3"/>
    <w:rsid w:val="00B37CCC"/>
    <w:rsid w:val="00B37E14"/>
    <w:rsid w:val="00B4008F"/>
    <w:rsid w:val="00B4230D"/>
    <w:rsid w:val="00B4249B"/>
    <w:rsid w:val="00B427BB"/>
    <w:rsid w:val="00B43AFC"/>
    <w:rsid w:val="00B50B0E"/>
    <w:rsid w:val="00B51199"/>
    <w:rsid w:val="00B52116"/>
    <w:rsid w:val="00B5334E"/>
    <w:rsid w:val="00B539B1"/>
    <w:rsid w:val="00B53A12"/>
    <w:rsid w:val="00B5549D"/>
    <w:rsid w:val="00B55F9C"/>
    <w:rsid w:val="00B56E6A"/>
    <w:rsid w:val="00B6021B"/>
    <w:rsid w:val="00B603D8"/>
    <w:rsid w:val="00B61823"/>
    <w:rsid w:val="00B62FC0"/>
    <w:rsid w:val="00B630A1"/>
    <w:rsid w:val="00B63148"/>
    <w:rsid w:val="00B638A7"/>
    <w:rsid w:val="00B63A01"/>
    <w:rsid w:val="00B65979"/>
    <w:rsid w:val="00B6696B"/>
    <w:rsid w:val="00B66AB3"/>
    <w:rsid w:val="00B673AC"/>
    <w:rsid w:val="00B724E6"/>
    <w:rsid w:val="00B73E2C"/>
    <w:rsid w:val="00B75050"/>
    <w:rsid w:val="00B76132"/>
    <w:rsid w:val="00B76D17"/>
    <w:rsid w:val="00B77541"/>
    <w:rsid w:val="00B77799"/>
    <w:rsid w:val="00B8034F"/>
    <w:rsid w:val="00B80A86"/>
    <w:rsid w:val="00B80CD3"/>
    <w:rsid w:val="00B80FC2"/>
    <w:rsid w:val="00B810F1"/>
    <w:rsid w:val="00B81976"/>
    <w:rsid w:val="00B82711"/>
    <w:rsid w:val="00B8299B"/>
    <w:rsid w:val="00B83123"/>
    <w:rsid w:val="00B831DF"/>
    <w:rsid w:val="00B83ACD"/>
    <w:rsid w:val="00B843A2"/>
    <w:rsid w:val="00B85267"/>
    <w:rsid w:val="00B85944"/>
    <w:rsid w:val="00B85BF0"/>
    <w:rsid w:val="00B85EC5"/>
    <w:rsid w:val="00B85FCE"/>
    <w:rsid w:val="00B8724A"/>
    <w:rsid w:val="00B8777F"/>
    <w:rsid w:val="00B87B8E"/>
    <w:rsid w:val="00B9160D"/>
    <w:rsid w:val="00B9282E"/>
    <w:rsid w:val="00B92DD6"/>
    <w:rsid w:val="00B92E34"/>
    <w:rsid w:val="00B951BC"/>
    <w:rsid w:val="00B95904"/>
    <w:rsid w:val="00B96F31"/>
    <w:rsid w:val="00B97698"/>
    <w:rsid w:val="00BA2EFF"/>
    <w:rsid w:val="00BA3C77"/>
    <w:rsid w:val="00BA3C7F"/>
    <w:rsid w:val="00BA4794"/>
    <w:rsid w:val="00BA4DB9"/>
    <w:rsid w:val="00BA4EE0"/>
    <w:rsid w:val="00BA6F04"/>
    <w:rsid w:val="00BB112F"/>
    <w:rsid w:val="00BB1132"/>
    <w:rsid w:val="00BB1229"/>
    <w:rsid w:val="00BB1775"/>
    <w:rsid w:val="00BB2AE9"/>
    <w:rsid w:val="00BB4666"/>
    <w:rsid w:val="00BC00D1"/>
    <w:rsid w:val="00BC0C6B"/>
    <w:rsid w:val="00BC2E18"/>
    <w:rsid w:val="00BC3396"/>
    <w:rsid w:val="00BC3C37"/>
    <w:rsid w:val="00BC494A"/>
    <w:rsid w:val="00BC4DB2"/>
    <w:rsid w:val="00BC6510"/>
    <w:rsid w:val="00BC68DC"/>
    <w:rsid w:val="00BC6FBB"/>
    <w:rsid w:val="00BD0A74"/>
    <w:rsid w:val="00BD0E65"/>
    <w:rsid w:val="00BD180A"/>
    <w:rsid w:val="00BD2C57"/>
    <w:rsid w:val="00BD3189"/>
    <w:rsid w:val="00BD462F"/>
    <w:rsid w:val="00BD5902"/>
    <w:rsid w:val="00BD6159"/>
    <w:rsid w:val="00BD6A93"/>
    <w:rsid w:val="00BE04C2"/>
    <w:rsid w:val="00BE157E"/>
    <w:rsid w:val="00BE1EF3"/>
    <w:rsid w:val="00BE27AE"/>
    <w:rsid w:val="00BE3484"/>
    <w:rsid w:val="00BE47A6"/>
    <w:rsid w:val="00BE52F6"/>
    <w:rsid w:val="00BE6118"/>
    <w:rsid w:val="00BE6712"/>
    <w:rsid w:val="00BE6854"/>
    <w:rsid w:val="00BE6C25"/>
    <w:rsid w:val="00BF053A"/>
    <w:rsid w:val="00BF05D2"/>
    <w:rsid w:val="00BF0D39"/>
    <w:rsid w:val="00BF113E"/>
    <w:rsid w:val="00BF14FB"/>
    <w:rsid w:val="00BF16C0"/>
    <w:rsid w:val="00BF1C88"/>
    <w:rsid w:val="00BF261F"/>
    <w:rsid w:val="00BF2C36"/>
    <w:rsid w:val="00BF4490"/>
    <w:rsid w:val="00BF47DF"/>
    <w:rsid w:val="00BF4804"/>
    <w:rsid w:val="00BF5636"/>
    <w:rsid w:val="00BF66D7"/>
    <w:rsid w:val="00BF75AF"/>
    <w:rsid w:val="00BF7CD0"/>
    <w:rsid w:val="00C00C31"/>
    <w:rsid w:val="00C010DC"/>
    <w:rsid w:val="00C01363"/>
    <w:rsid w:val="00C02A0A"/>
    <w:rsid w:val="00C02C30"/>
    <w:rsid w:val="00C04F6D"/>
    <w:rsid w:val="00C05126"/>
    <w:rsid w:val="00C0548D"/>
    <w:rsid w:val="00C055A0"/>
    <w:rsid w:val="00C055FE"/>
    <w:rsid w:val="00C06214"/>
    <w:rsid w:val="00C07318"/>
    <w:rsid w:val="00C118E1"/>
    <w:rsid w:val="00C12B81"/>
    <w:rsid w:val="00C12F34"/>
    <w:rsid w:val="00C169A3"/>
    <w:rsid w:val="00C20071"/>
    <w:rsid w:val="00C2187D"/>
    <w:rsid w:val="00C22A19"/>
    <w:rsid w:val="00C22C72"/>
    <w:rsid w:val="00C23683"/>
    <w:rsid w:val="00C251DE"/>
    <w:rsid w:val="00C25B0A"/>
    <w:rsid w:val="00C26F17"/>
    <w:rsid w:val="00C276D3"/>
    <w:rsid w:val="00C300AA"/>
    <w:rsid w:val="00C30F77"/>
    <w:rsid w:val="00C31678"/>
    <w:rsid w:val="00C32310"/>
    <w:rsid w:val="00C325F5"/>
    <w:rsid w:val="00C33363"/>
    <w:rsid w:val="00C35177"/>
    <w:rsid w:val="00C3519C"/>
    <w:rsid w:val="00C40B62"/>
    <w:rsid w:val="00C40E1A"/>
    <w:rsid w:val="00C41288"/>
    <w:rsid w:val="00C426E9"/>
    <w:rsid w:val="00C42A07"/>
    <w:rsid w:val="00C43E5B"/>
    <w:rsid w:val="00C454AE"/>
    <w:rsid w:val="00C45609"/>
    <w:rsid w:val="00C471FB"/>
    <w:rsid w:val="00C478B1"/>
    <w:rsid w:val="00C51227"/>
    <w:rsid w:val="00C51F7D"/>
    <w:rsid w:val="00C52099"/>
    <w:rsid w:val="00C521E0"/>
    <w:rsid w:val="00C52574"/>
    <w:rsid w:val="00C52698"/>
    <w:rsid w:val="00C532AF"/>
    <w:rsid w:val="00C53707"/>
    <w:rsid w:val="00C54495"/>
    <w:rsid w:val="00C550F7"/>
    <w:rsid w:val="00C554AE"/>
    <w:rsid w:val="00C55E91"/>
    <w:rsid w:val="00C56F87"/>
    <w:rsid w:val="00C5722D"/>
    <w:rsid w:val="00C5749F"/>
    <w:rsid w:val="00C617E6"/>
    <w:rsid w:val="00C6437E"/>
    <w:rsid w:val="00C645AB"/>
    <w:rsid w:val="00C66C5C"/>
    <w:rsid w:val="00C679A2"/>
    <w:rsid w:val="00C72229"/>
    <w:rsid w:val="00C72A3F"/>
    <w:rsid w:val="00C72F5A"/>
    <w:rsid w:val="00C74003"/>
    <w:rsid w:val="00C7484E"/>
    <w:rsid w:val="00C74BBD"/>
    <w:rsid w:val="00C750C1"/>
    <w:rsid w:val="00C75610"/>
    <w:rsid w:val="00C757D9"/>
    <w:rsid w:val="00C758A3"/>
    <w:rsid w:val="00C8062E"/>
    <w:rsid w:val="00C81275"/>
    <w:rsid w:val="00C81B14"/>
    <w:rsid w:val="00C826C2"/>
    <w:rsid w:val="00C84C40"/>
    <w:rsid w:val="00C852C2"/>
    <w:rsid w:val="00C85D84"/>
    <w:rsid w:val="00C87417"/>
    <w:rsid w:val="00C87EE5"/>
    <w:rsid w:val="00C91156"/>
    <w:rsid w:val="00C91626"/>
    <w:rsid w:val="00C920A8"/>
    <w:rsid w:val="00C92608"/>
    <w:rsid w:val="00C929BC"/>
    <w:rsid w:val="00C92A09"/>
    <w:rsid w:val="00C941E8"/>
    <w:rsid w:val="00C964D5"/>
    <w:rsid w:val="00C96D4B"/>
    <w:rsid w:val="00C9701F"/>
    <w:rsid w:val="00C97488"/>
    <w:rsid w:val="00C976FC"/>
    <w:rsid w:val="00C97FF1"/>
    <w:rsid w:val="00CA23F6"/>
    <w:rsid w:val="00CA3388"/>
    <w:rsid w:val="00CA7B87"/>
    <w:rsid w:val="00CA7BED"/>
    <w:rsid w:val="00CB18C2"/>
    <w:rsid w:val="00CB41AB"/>
    <w:rsid w:val="00CB43EC"/>
    <w:rsid w:val="00CB4437"/>
    <w:rsid w:val="00CB467B"/>
    <w:rsid w:val="00CB549A"/>
    <w:rsid w:val="00CB66E6"/>
    <w:rsid w:val="00CB6E04"/>
    <w:rsid w:val="00CB7E28"/>
    <w:rsid w:val="00CB7E83"/>
    <w:rsid w:val="00CC0D8B"/>
    <w:rsid w:val="00CC2069"/>
    <w:rsid w:val="00CC23CB"/>
    <w:rsid w:val="00CC26C9"/>
    <w:rsid w:val="00CC3156"/>
    <w:rsid w:val="00CC331B"/>
    <w:rsid w:val="00CC3F54"/>
    <w:rsid w:val="00CC5517"/>
    <w:rsid w:val="00CC6B7F"/>
    <w:rsid w:val="00CC6D99"/>
    <w:rsid w:val="00CC71FB"/>
    <w:rsid w:val="00CC7786"/>
    <w:rsid w:val="00CD18F1"/>
    <w:rsid w:val="00CD2D71"/>
    <w:rsid w:val="00CD2F62"/>
    <w:rsid w:val="00CD3139"/>
    <w:rsid w:val="00CE1A82"/>
    <w:rsid w:val="00CE28C6"/>
    <w:rsid w:val="00CE4BE5"/>
    <w:rsid w:val="00CE5574"/>
    <w:rsid w:val="00CE596F"/>
    <w:rsid w:val="00CE711F"/>
    <w:rsid w:val="00CE7A7C"/>
    <w:rsid w:val="00CE7E09"/>
    <w:rsid w:val="00CE7EF3"/>
    <w:rsid w:val="00CF1658"/>
    <w:rsid w:val="00CF1E60"/>
    <w:rsid w:val="00CF1F6A"/>
    <w:rsid w:val="00CF3DD0"/>
    <w:rsid w:val="00CF3E5E"/>
    <w:rsid w:val="00CF4B08"/>
    <w:rsid w:val="00CF62A4"/>
    <w:rsid w:val="00CF793E"/>
    <w:rsid w:val="00D009D0"/>
    <w:rsid w:val="00D0185F"/>
    <w:rsid w:val="00D01A73"/>
    <w:rsid w:val="00D01BF5"/>
    <w:rsid w:val="00D0325F"/>
    <w:rsid w:val="00D03714"/>
    <w:rsid w:val="00D0408C"/>
    <w:rsid w:val="00D04436"/>
    <w:rsid w:val="00D04442"/>
    <w:rsid w:val="00D0478C"/>
    <w:rsid w:val="00D04AF9"/>
    <w:rsid w:val="00D05527"/>
    <w:rsid w:val="00D0581A"/>
    <w:rsid w:val="00D06ED2"/>
    <w:rsid w:val="00D07CB6"/>
    <w:rsid w:val="00D10464"/>
    <w:rsid w:val="00D1214F"/>
    <w:rsid w:val="00D12B7A"/>
    <w:rsid w:val="00D12D28"/>
    <w:rsid w:val="00D1498E"/>
    <w:rsid w:val="00D14A2D"/>
    <w:rsid w:val="00D16F8A"/>
    <w:rsid w:val="00D17BA7"/>
    <w:rsid w:val="00D21902"/>
    <w:rsid w:val="00D224E8"/>
    <w:rsid w:val="00D23267"/>
    <w:rsid w:val="00D2350C"/>
    <w:rsid w:val="00D23EB7"/>
    <w:rsid w:val="00D23EF6"/>
    <w:rsid w:val="00D241AA"/>
    <w:rsid w:val="00D242CD"/>
    <w:rsid w:val="00D261F5"/>
    <w:rsid w:val="00D3010A"/>
    <w:rsid w:val="00D30F07"/>
    <w:rsid w:val="00D31BF7"/>
    <w:rsid w:val="00D32111"/>
    <w:rsid w:val="00D32B34"/>
    <w:rsid w:val="00D3326A"/>
    <w:rsid w:val="00D332A7"/>
    <w:rsid w:val="00D3422A"/>
    <w:rsid w:val="00D372B8"/>
    <w:rsid w:val="00D3788C"/>
    <w:rsid w:val="00D41033"/>
    <w:rsid w:val="00D42CA6"/>
    <w:rsid w:val="00D43281"/>
    <w:rsid w:val="00D438E2"/>
    <w:rsid w:val="00D44CF5"/>
    <w:rsid w:val="00D456ED"/>
    <w:rsid w:val="00D4586D"/>
    <w:rsid w:val="00D462A3"/>
    <w:rsid w:val="00D46903"/>
    <w:rsid w:val="00D52867"/>
    <w:rsid w:val="00D52A0C"/>
    <w:rsid w:val="00D53150"/>
    <w:rsid w:val="00D571B1"/>
    <w:rsid w:val="00D579AF"/>
    <w:rsid w:val="00D57E7C"/>
    <w:rsid w:val="00D600E0"/>
    <w:rsid w:val="00D61867"/>
    <w:rsid w:val="00D62654"/>
    <w:rsid w:val="00D627B1"/>
    <w:rsid w:val="00D631DA"/>
    <w:rsid w:val="00D63551"/>
    <w:rsid w:val="00D639FE"/>
    <w:rsid w:val="00D63E60"/>
    <w:rsid w:val="00D64242"/>
    <w:rsid w:val="00D6635A"/>
    <w:rsid w:val="00D70A0B"/>
    <w:rsid w:val="00D70A96"/>
    <w:rsid w:val="00D729E4"/>
    <w:rsid w:val="00D74002"/>
    <w:rsid w:val="00D745D7"/>
    <w:rsid w:val="00D749B6"/>
    <w:rsid w:val="00D77E6D"/>
    <w:rsid w:val="00D77E90"/>
    <w:rsid w:val="00D8038A"/>
    <w:rsid w:val="00D81B5D"/>
    <w:rsid w:val="00D81EA1"/>
    <w:rsid w:val="00D82EC0"/>
    <w:rsid w:val="00D83539"/>
    <w:rsid w:val="00D8362F"/>
    <w:rsid w:val="00D836BE"/>
    <w:rsid w:val="00D83E4D"/>
    <w:rsid w:val="00D84295"/>
    <w:rsid w:val="00D8534A"/>
    <w:rsid w:val="00D85BD4"/>
    <w:rsid w:val="00D85CA8"/>
    <w:rsid w:val="00D861CE"/>
    <w:rsid w:val="00D870D0"/>
    <w:rsid w:val="00D8784F"/>
    <w:rsid w:val="00D879D0"/>
    <w:rsid w:val="00D901FF"/>
    <w:rsid w:val="00D9170A"/>
    <w:rsid w:val="00D91894"/>
    <w:rsid w:val="00D9252D"/>
    <w:rsid w:val="00D925D8"/>
    <w:rsid w:val="00D92DAB"/>
    <w:rsid w:val="00D92EFC"/>
    <w:rsid w:val="00D93E39"/>
    <w:rsid w:val="00D9459D"/>
    <w:rsid w:val="00D950DE"/>
    <w:rsid w:val="00D96F1E"/>
    <w:rsid w:val="00DA0021"/>
    <w:rsid w:val="00DA0BBE"/>
    <w:rsid w:val="00DA3263"/>
    <w:rsid w:val="00DA3558"/>
    <w:rsid w:val="00DA3BA1"/>
    <w:rsid w:val="00DA4390"/>
    <w:rsid w:val="00DA44F8"/>
    <w:rsid w:val="00DA6A3F"/>
    <w:rsid w:val="00DA6B9C"/>
    <w:rsid w:val="00DA6F04"/>
    <w:rsid w:val="00DA765D"/>
    <w:rsid w:val="00DB0221"/>
    <w:rsid w:val="00DB02B3"/>
    <w:rsid w:val="00DB0549"/>
    <w:rsid w:val="00DB1CA2"/>
    <w:rsid w:val="00DB1DBB"/>
    <w:rsid w:val="00DB4D89"/>
    <w:rsid w:val="00DB7239"/>
    <w:rsid w:val="00DC0D0F"/>
    <w:rsid w:val="00DC2008"/>
    <w:rsid w:val="00DC24A8"/>
    <w:rsid w:val="00DC326F"/>
    <w:rsid w:val="00DC4F31"/>
    <w:rsid w:val="00DC5AC0"/>
    <w:rsid w:val="00DC6BC5"/>
    <w:rsid w:val="00DC6D9D"/>
    <w:rsid w:val="00DC7648"/>
    <w:rsid w:val="00DD0A01"/>
    <w:rsid w:val="00DD0EB1"/>
    <w:rsid w:val="00DD2C98"/>
    <w:rsid w:val="00DD693B"/>
    <w:rsid w:val="00DD6E71"/>
    <w:rsid w:val="00DE1550"/>
    <w:rsid w:val="00DE1806"/>
    <w:rsid w:val="00DE1A5F"/>
    <w:rsid w:val="00DE2302"/>
    <w:rsid w:val="00DE25F7"/>
    <w:rsid w:val="00DE39F4"/>
    <w:rsid w:val="00DE3AA1"/>
    <w:rsid w:val="00DE4E49"/>
    <w:rsid w:val="00DE4ED0"/>
    <w:rsid w:val="00DE4FAB"/>
    <w:rsid w:val="00DE6C7A"/>
    <w:rsid w:val="00DE6EE6"/>
    <w:rsid w:val="00DF091A"/>
    <w:rsid w:val="00DF189F"/>
    <w:rsid w:val="00DF30FB"/>
    <w:rsid w:val="00DF6737"/>
    <w:rsid w:val="00DF6899"/>
    <w:rsid w:val="00DF6AE8"/>
    <w:rsid w:val="00DF6BBC"/>
    <w:rsid w:val="00E02DBF"/>
    <w:rsid w:val="00E03D63"/>
    <w:rsid w:val="00E0540A"/>
    <w:rsid w:val="00E059A7"/>
    <w:rsid w:val="00E05FA5"/>
    <w:rsid w:val="00E05FCD"/>
    <w:rsid w:val="00E07CD1"/>
    <w:rsid w:val="00E101F9"/>
    <w:rsid w:val="00E120F9"/>
    <w:rsid w:val="00E12475"/>
    <w:rsid w:val="00E1262E"/>
    <w:rsid w:val="00E12A45"/>
    <w:rsid w:val="00E13224"/>
    <w:rsid w:val="00E13851"/>
    <w:rsid w:val="00E14024"/>
    <w:rsid w:val="00E17C45"/>
    <w:rsid w:val="00E22144"/>
    <w:rsid w:val="00E22773"/>
    <w:rsid w:val="00E22A6E"/>
    <w:rsid w:val="00E256AA"/>
    <w:rsid w:val="00E25772"/>
    <w:rsid w:val="00E316C8"/>
    <w:rsid w:val="00E31F89"/>
    <w:rsid w:val="00E33F81"/>
    <w:rsid w:val="00E34164"/>
    <w:rsid w:val="00E34987"/>
    <w:rsid w:val="00E369FE"/>
    <w:rsid w:val="00E37328"/>
    <w:rsid w:val="00E3756E"/>
    <w:rsid w:val="00E37812"/>
    <w:rsid w:val="00E37A64"/>
    <w:rsid w:val="00E402F6"/>
    <w:rsid w:val="00E40330"/>
    <w:rsid w:val="00E405B5"/>
    <w:rsid w:val="00E409EF"/>
    <w:rsid w:val="00E40D93"/>
    <w:rsid w:val="00E41FCF"/>
    <w:rsid w:val="00E42396"/>
    <w:rsid w:val="00E429DF"/>
    <w:rsid w:val="00E43C48"/>
    <w:rsid w:val="00E44505"/>
    <w:rsid w:val="00E45317"/>
    <w:rsid w:val="00E46704"/>
    <w:rsid w:val="00E46D24"/>
    <w:rsid w:val="00E47E01"/>
    <w:rsid w:val="00E47E2C"/>
    <w:rsid w:val="00E50E78"/>
    <w:rsid w:val="00E51512"/>
    <w:rsid w:val="00E51F99"/>
    <w:rsid w:val="00E52975"/>
    <w:rsid w:val="00E535DD"/>
    <w:rsid w:val="00E55D56"/>
    <w:rsid w:val="00E55E97"/>
    <w:rsid w:val="00E5705F"/>
    <w:rsid w:val="00E57672"/>
    <w:rsid w:val="00E61891"/>
    <w:rsid w:val="00E634BD"/>
    <w:rsid w:val="00E638BD"/>
    <w:rsid w:val="00E63DB8"/>
    <w:rsid w:val="00E64166"/>
    <w:rsid w:val="00E643D0"/>
    <w:rsid w:val="00E647B4"/>
    <w:rsid w:val="00E67771"/>
    <w:rsid w:val="00E7228F"/>
    <w:rsid w:val="00E72DEA"/>
    <w:rsid w:val="00E73CF1"/>
    <w:rsid w:val="00E74D47"/>
    <w:rsid w:val="00E75421"/>
    <w:rsid w:val="00E75845"/>
    <w:rsid w:val="00E75CDF"/>
    <w:rsid w:val="00E76F82"/>
    <w:rsid w:val="00E7733B"/>
    <w:rsid w:val="00E824C6"/>
    <w:rsid w:val="00E85180"/>
    <w:rsid w:val="00E86CC3"/>
    <w:rsid w:val="00E8764E"/>
    <w:rsid w:val="00E87810"/>
    <w:rsid w:val="00E90AF1"/>
    <w:rsid w:val="00E92767"/>
    <w:rsid w:val="00E927F5"/>
    <w:rsid w:val="00E92DDB"/>
    <w:rsid w:val="00E9305A"/>
    <w:rsid w:val="00E946FD"/>
    <w:rsid w:val="00E94D5E"/>
    <w:rsid w:val="00E94F12"/>
    <w:rsid w:val="00E95CC3"/>
    <w:rsid w:val="00E97154"/>
    <w:rsid w:val="00E97589"/>
    <w:rsid w:val="00E977F2"/>
    <w:rsid w:val="00EA0234"/>
    <w:rsid w:val="00EA050C"/>
    <w:rsid w:val="00EA1C63"/>
    <w:rsid w:val="00EA267F"/>
    <w:rsid w:val="00EA3442"/>
    <w:rsid w:val="00EA390D"/>
    <w:rsid w:val="00EA40A1"/>
    <w:rsid w:val="00EA476B"/>
    <w:rsid w:val="00EA4A3A"/>
    <w:rsid w:val="00EA4E91"/>
    <w:rsid w:val="00EA53C0"/>
    <w:rsid w:val="00EA5D2B"/>
    <w:rsid w:val="00EA6E76"/>
    <w:rsid w:val="00EA713E"/>
    <w:rsid w:val="00EA79B1"/>
    <w:rsid w:val="00EB073E"/>
    <w:rsid w:val="00EB1265"/>
    <w:rsid w:val="00EB139A"/>
    <w:rsid w:val="00EB2119"/>
    <w:rsid w:val="00EB219B"/>
    <w:rsid w:val="00EB229F"/>
    <w:rsid w:val="00EB39A9"/>
    <w:rsid w:val="00EB4869"/>
    <w:rsid w:val="00EB58F1"/>
    <w:rsid w:val="00EB65E2"/>
    <w:rsid w:val="00EB6D7D"/>
    <w:rsid w:val="00EB755E"/>
    <w:rsid w:val="00EC0379"/>
    <w:rsid w:val="00EC1929"/>
    <w:rsid w:val="00EC2663"/>
    <w:rsid w:val="00EC3976"/>
    <w:rsid w:val="00EC4966"/>
    <w:rsid w:val="00EC534A"/>
    <w:rsid w:val="00EC6D5A"/>
    <w:rsid w:val="00EC7056"/>
    <w:rsid w:val="00EC70B3"/>
    <w:rsid w:val="00EC7B96"/>
    <w:rsid w:val="00ED15E7"/>
    <w:rsid w:val="00ED2DF1"/>
    <w:rsid w:val="00ED3508"/>
    <w:rsid w:val="00ED5C6E"/>
    <w:rsid w:val="00ED6563"/>
    <w:rsid w:val="00EE006D"/>
    <w:rsid w:val="00EE13D9"/>
    <w:rsid w:val="00EE20F2"/>
    <w:rsid w:val="00EE534E"/>
    <w:rsid w:val="00EE57BE"/>
    <w:rsid w:val="00EE57CD"/>
    <w:rsid w:val="00EE5C0E"/>
    <w:rsid w:val="00EE6392"/>
    <w:rsid w:val="00EE7E95"/>
    <w:rsid w:val="00EF1101"/>
    <w:rsid w:val="00EF1337"/>
    <w:rsid w:val="00EF2BBA"/>
    <w:rsid w:val="00EF32A6"/>
    <w:rsid w:val="00EF379E"/>
    <w:rsid w:val="00EF3BB5"/>
    <w:rsid w:val="00EF441D"/>
    <w:rsid w:val="00EF7981"/>
    <w:rsid w:val="00EF7A2A"/>
    <w:rsid w:val="00EF7B79"/>
    <w:rsid w:val="00F00B94"/>
    <w:rsid w:val="00F03185"/>
    <w:rsid w:val="00F0378A"/>
    <w:rsid w:val="00F0412E"/>
    <w:rsid w:val="00F052DA"/>
    <w:rsid w:val="00F05ADD"/>
    <w:rsid w:val="00F06031"/>
    <w:rsid w:val="00F07553"/>
    <w:rsid w:val="00F10D9A"/>
    <w:rsid w:val="00F113C7"/>
    <w:rsid w:val="00F1153D"/>
    <w:rsid w:val="00F116F5"/>
    <w:rsid w:val="00F11D46"/>
    <w:rsid w:val="00F14004"/>
    <w:rsid w:val="00F155C4"/>
    <w:rsid w:val="00F165F6"/>
    <w:rsid w:val="00F204D7"/>
    <w:rsid w:val="00F2102F"/>
    <w:rsid w:val="00F23889"/>
    <w:rsid w:val="00F24866"/>
    <w:rsid w:val="00F24E23"/>
    <w:rsid w:val="00F25221"/>
    <w:rsid w:val="00F2661C"/>
    <w:rsid w:val="00F267E2"/>
    <w:rsid w:val="00F26B4B"/>
    <w:rsid w:val="00F2701E"/>
    <w:rsid w:val="00F27129"/>
    <w:rsid w:val="00F34915"/>
    <w:rsid w:val="00F3578E"/>
    <w:rsid w:val="00F36C50"/>
    <w:rsid w:val="00F36D92"/>
    <w:rsid w:val="00F36DAA"/>
    <w:rsid w:val="00F40226"/>
    <w:rsid w:val="00F4036B"/>
    <w:rsid w:val="00F413DD"/>
    <w:rsid w:val="00F4205D"/>
    <w:rsid w:val="00F433D1"/>
    <w:rsid w:val="00F43968"/>
    <w:rsid w:val="00F43F23"/>
    <w:rsid w:val="00F44C43"/>
    <w:rsid w:val="00F45C62"/>
    <w:rsid w:val="00F474B2"/>
    <w:rsid w:val="00F47949"/>
    <w:rsid w:val="00F47C6B"/>
    <w:rsid w:val="00F5144A"/>
    <w:rsid w:val="00F56884"/>
    <w:rsid w:val="00F56A30"/>
    <w:rsid w:val="00F56AB3"/>
    <w:rsid w:val="00F6042F"/>
    <w:rsid w:val="00F626FF"/>
    <w:rsid w:val="00F64517"/>
    <w:rsid w:val="00F67B20"/>
    <w:rsid w:val="00F67C18"/>
    <w:rsid w:val="00F7032B"/>
    <w:rsid w:val="00F70586"/>
    <w:rsid w:val="00F70B00"/>
    <w:rsid w:val="00F70DBD"/>
    <w:rsid w:val="00F72246"/>
    <w:rsid w:val="00F73081"/>
    <w:rsid w:val="00F773C2"/>
    <w:rsid w:val="00F80DF1"/>
    <w:rsid w:val="00F81956"/>
    <w:rsid w:val="00F8269D"/>
    <w:rsid w:val="00F849E5"/>
    <w:rsid w:val="00F8509E"/>
    <w:rsid w:val="00F85368"/>
    <w:rsid w:val="00F853FF"/>
    <w:rsid w:val="00F860B6"/>
    <w:rsid w:val="00F86395"/>
    <w:rsid w:val="00F91359"/>
    <w:rsid w:val="00F91D1E"/>
    <w:rsid w:val="00F93E64"/>
    <w:rsid w:val="00F94B5E"/>
    <w:rsid w:val="00F950CD"/>
    <w:rsid w:val="00F95212"/>
    <w:rsid w:val="00F9541F"/>
    <w:rsid w:val="00F967F8"/>
    <w:rsid w:val="00F9751E"/>
    <w:rsid w:val="00F9786E"/>
    <w:rsid w:val="00FA14D2"/>
    <w:rsid w:val="00FA16B7"/>
    <w:rsid w:val="00FA314E"/>
    <w:rsid w:val="00FA3FAC"/>
    <w:rsid w:val="00FA5065"/>
    <w:rsid w:val="00FA774A"/>
    <w:rsid w:val="00FB0B09"/>
    <w:rsid w:val="00FB17A8"/>
    <w:rsid w:val="00FB1FC8"/>
    <w:rsid w:val="00FB223E"/>
    <w:rsid w:val="00FB242B"/>
    <w:rsid w:val="00FB2655"/>
    <w:rsid w:val="00FB2E4C"/>
    <w:rsid w:val="00FB3022"/>
    <w:rsid w:val="00FB3152"/>
    <w:rsid w:val="00FB53B1"/>
    <w:rsid w:val="00FB7395"/>
    <w:rsid w:val="00FB7A69"/>
    <w:rsid w:val="00FB7CC1"/>
    <w:rsid w:val="00FC0F22"/>
    <w:rsid w:val="00FC17AA"/>
    <w:rsid w:val="00FC2E55"/>
    <w:rsid w:val="00FC2EED"/>
    <w:rsid w:val="00FC31B4"/>
    <w:rsid w:val="00FC31E8"/>
    <w:rsid w:val="00FC5879"/>
    <w:rsid w:val="00FC631D"/>
    <w:rsid w:val="00FC6E66"/>
    <w:rsid w:val="00FD012C"/>
    <w:rsid w:val="00FD03E5"/>
    <w:rsid w:val="00FD233A"/>
    <w:rsid w:val="00FD277A"/>
    <w:rsid w:val="00FD2A8D"/>
    <w:rsid w:val="00FD35BB"/>
    <w:rsid w:val="00FD3675"/>
    <w:rsid w:val="00FD3F51"/>
    <w:rsid w:val="00FD40CF"/>
    <w:rsid w:val="00FD4413"/>
    <w:rsid w:val="00FD4B69"/>
    <w:rsid w:val="00FD5CA2"/>
    <w:rsid w:val="00FD66F3"/>
    <w:rsid w:val="00FD7EBA"/>
    <w:rsid w:val="00FE00B0"/>
    <w:rsid w:val="00FE054F"/>
    <w:rsid w:val="00FE0B80"/>
    <w:rsid w:val="00FE1407"/>
    <w:rsid w:val="00FE2305"/>
    <w:rsid w:val="00FE2DED"/>
    <w:rsid w:val="00FE31D4"/>
    <w:rsid w:val="00FE5DC9"/>
    <w:rsid w:val="00FE6454"/>
    <w:rsid w:val="00FE6F96"/>
    <w:rsid w:val="00FF063A"/>
    <w:rsid w:val="00FF0AE1"/>
    <w:rsid w:val="00FF168B"/>
    <w:rsid w:val="00FF22CE"/>
    <w:rsid w:val="00FF38A7"/>
    <w:rsid w:val="00FF3E22"/>
    <w:rsid w:val="00FF411C"/>
    <w:rsid w:val="00FF5453"/>
    <w:rsid w:val="00FF576B"/>
    <w:rsid w:val="00FF6E6F"/>
    <w:rsid w:val="00FF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martTagType w:namespaceuri="schemas-houaiss/acao" w:name="dm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551F00F-9E26-44AC-B485-F4CD554DD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42F6"/>
    <w:rPr>
      <w:rFonts w:ascii="Arial" w:hAnsi="Arial"/>
      <w:sz w:val="24"/>
      <w:szCs w:val="24"/>
    </w:rPr>
  </w:style>
  <w:style w:type="paragraph" w:styleId="Ttulo1">
    <w:name w:val="heading 1"/>
    <w:basedOn w:val="Normal"/>
    <w:qFormat/>
    <w:rsid w:val="00831D8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tulo2">
    <w:name w:val="heading 2"/>
    <w:basedOn w:val="Normal"/>
    <w:qFormat/>
    <w:rsid w:val="00831D8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tulo3">
    <w:name w:val="heading 3"/>
    <w:basedOn w:val="Normal"/>
    <w:qFormat/>
    <w:rsid w:val="00831D8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6E592C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6E592C"/>
    <w:pPr>
      <w:tabs>
        <w:tab w:val="center" w:pos="4419"/>
        <w:tab w:val="right" w:pos="8838"/>
      </w:tabs>
    </w:pPr>
  </w:style>
  <w:style w:type="character" w:styleId="Hyperlink">
    <w:name w:val="Hyperlink"/>
    <w:rsid w:val="00EE6392"/>
    <w:rPr>
      <w:color w:val="0000FF"/>
      <w:u w:val="single"/>
    </w:rPr>
  </w:style>
  <w:style w:type="paragraph" w:styleId="Textodebalo">
    <w:name w:val="Balloon Text"/>
    <w:basedOn w:val="Normal"/>
    <w:semiHidden/>
    <w:rsid w:val="00CC23CB"/>
    <w:rPr>
      <w:rFonts w:ascii="Tahoma" w:hAnsi="Tahoma" w:cs="Tahoma"/>
      <w:sz w:val="16"/>
      <w:szCs w:val="16"/>
    </w:rPr>
  </w:style>
  <w:style w:type="paragraph" w:styleId="Corpodetexto">
    <w:name w:val="Body Text"/>
    <w:basedOn w:val="Normal"/>
    <w:rsid w:val="009D58F4"/>
    <w:pPr>
      <w:tabs>
        <w:tab w:val="left" w:pos="2835"/>
      </w:tabs>
      <w:spacing w:line="360" w:lineRule="auto"/>
      <w:jc w:val="both"/>
    </w:pPr>
    <w:rPr>
      <w:rFonts w:ascii="Century Schoolbook" w:hAnsi="Century Schoolbook"/>
      <w:szCs w:val="20"/>
    </w:rPr>
  </w:style>
  <w:style w:type="paragraph" w:styleId="Recuodecorpodetexto">
    <w:name w:val="Body Text Indent"/>
    <w:basedOn w:val="Normal"/>
    <w:rsid w:val="009D58F4"/>
    <w:pPr>
      <w:tabs>
        <w:tab w:val="left" w:pos="2835"/>
      </w:tabs>
      <w:spacing w:line="360" w:lineRule="auto"/>
      <w:ind w:left="3402"/>
      <w:jc w:val="both"/>
    </w:pPr>
    <w:rPr>
      <w:rFonts w:cs="Arial"/>
      <w:szCs w:val="20"/>
    </w:rPr>
  </w:style>
  <w:style w:type="paragraph" w:styleId="NormalWeb">
    <w:name w:val="Normal (Web)"/>
    <w:basedOn w:val="Normal"/>
    <w:uiPriority w:val="99"/>
    <w:rsid w:val="009D58F4"/>
    <w:pPr>
      <w:spacing w:before="100" w:beforeAutospacing="1" w:after="100" w:afterAutospacing="1"/>
    </w:pPr>
  </w:style>
  <w:style w:type="paragraph" w:styleId="Recuodecorpodetexto3">
    <w:name w:val="Body Text Indent 3"/>
    <w:basedOn w:val="Normal"/>
    <w:link w:val="Recuodecorpodetexto3Char"/>
    <w:rsid w:val="009D58F4"/>
    <w:pPr>
      <w:tabs>
        <w:tab w:val="left" w:pos="2835"/>
      </w:tabs>
      <w:spacing w:line="360" w:lineRule="auto"/>
      <w:ind w:firstLine="3402"/>
      <w:jc w:val="both"/>
    </w:pPr>
    <w:rPr>
      <w:rFonts w:cs="Arial"/>
      <w:szCs w:val="20"/>
    </w:rPr>
  </w:style>
  <w:style w:type="character" w:styleId="Nmerodepgina">
    <w:name w:val="page number"/>
    <w:basedOn w:val="Fontepargpadro"/>
    <w:rsid w:val="009D58F4"/>
  </w:style>
  <w:style w:type="character" w:customStyle="1" w:styleId="toctoggle">
    <w:name w:val="toctoggle"/>
    <w:basedOn w:val="Fontepargpadro"/>
    <w:rsid w:val="00831D8A"/>
  </w:style>
  <w:style w:type="character" w:customStyle="1" w:styleId="tocnumber">
    <w:name w:val="tocnumber"/>
    <w:basedOn w:val="Fontepargpadro"/>
    <w:rsid w:val="00831D8A"/>
  </w:style>
  <w:style w:type="character" w:customStyle="1" w:styleId="toctext">
    <w:name w:val="toctext"/>
    <w:basedOn w:val="Fontepargpadro"/>
    <w:rsid w:val="00831D8A"/>
  </w:style>
  <w:style w:type="character" w:customStyle="1" w:styleId="editsection">
    <w:name w:val="editsection"/>
    <w:basedOn w:val="Fontepargpadro"/>
    <w:rsid w:val="00831D8A"/>
  </w:style>
  <w:style w:type="character" w:customStyle="1" w:styleId="mw-headline">
    <w:name w:val="mw-headline"/>
    <w:basedOn w:val="Fontepargpadro"/>
    <w:rsid w:val="00831D8A"/>
  </w:style>
  <w:style w:type="table" w:styleId="Tabelacomgrade">
    <w:name w:val="Table Grid"/>
    <w:basedOn w:val="Tabelanormal"/>
    <w:rsid w:val="00330A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odapChar">
    <w:name w:val="Rodapé Char"/>
    <w:link w:val="Rodap"/>
    <w:uiPriority w:val="99"/>
    <w:rsid w:val="000D60C2"/>
    <w:rPr>
      <w:sz w:val="24"/>
      <w:szCs w:val="24"/>
    </w:rPr>
  </w:style>
  <w:style w:type="character" w:customStyle="1" w:styleId="apple-converted-space">
    <w:name w:val="apple-converted-space"/>
    <w:rsid w:val="00720E1B"/>
  </w:style>
  <w:style w:type="paragraph" w:styleId="PargrafodaLista">
    <w:name w:val="List Paragraph"/>
    <w:basedOn w:val="Normal"/>
    <w:uiPriority w:val="34"/>
    <w:qFormat/>
    <w:rsid w:val="00720E1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emEspaamento">
    <w:name w:val="No Spacing"/>
    <w:uiPriority w:val="1"/>
    <w:qFormat/>
    <w:rsid w:val="00C478B1"/>
    <w:rPr>
      <w:rFonts w:ascii="Arial" w:eastAsia="Calibri" w:hAnsi="Arial"/>
      <w:sz w:val="22"/>
      <w:szCs w:val="22"/>
      <w:lang w:eastAsia="en-US"/>
    </w:rPr>
  </w:style>
  <w:style w:type="character" w:customStyle="1" w:styleId="Recuodecorpodetexto3Char">
    <w:name w:val="Recuo de corpo de texto 3 Char"/>
    <w:link w:val="Recuodecorpodetexto3"/>
    <w:rsid w:val="00130402"/>
    <w:rPr>
      <w:rFonts w:ascii="Arial" w:hAnsi="Arial" w:cs="Arial"/>
      <w:sz w:val="24"/>
    </w:rPr>
  </w:style>
  <w:style w:type="paragraph" w:customStyle="1" w:styleId="Default">
    <w:name w:val="Default"/>
    <w:rsid w:val="00F26B4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CabealhoChar">
    <w:name w:val="Cabeçalho Char"/>
    <w:basedOn w:val="Fontepargpadro"/>
    <w:link w:val="Cabealho"/>
    <w:uiPriority w:val="99"/>
    <w:rsid w:val="00907C0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0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6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33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15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45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28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5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493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83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930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378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04439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425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6804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766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9335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92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C-4274-64-MOACIR\Documents\Modelos%20Personalizados%20do%20Office\01_Papel%20timbrado%20retrato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A162E2-DCDF-4974-A35D-CD71F575D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01_Papel timbrado retrato.dotx</Template>
  <TotalTime>154</TotalTime>
  <Pages>1</Pages>
  <Words>550</Words>
  <Characters>2972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Excelentíssimo Senhor Presidente da Câmara Municipal de Jacareí</vt:lpstr>
    </vt:vector>
  </TitlesOfParts>
  <Company>CAMARA MUNICIPAL</Company>
  <LinksUpToDate>false</LinksUpToDate>
  <CharactersWithSpaces>3515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Excelentíssimo Senhor Presidente da Câmara Municipal de Jacareí</dc:title>
  <dc:subject/>
  <dc:creator>SEC-4274-64-MOACIR</dc:creator>
  <cp:keywords/>
  <dc:description/>
  <cp:lastModifiedBy>Sec.Dir-Leg</cp:lastModifiedBy>
  <cp:revision>12</cp:revision>
  <cp:lastPrinted>2025-09-05T16:43:00Z</cp:lastPrinted>
  <dcterms:created xsi:type="dcterms:W3CDTF">2025-08-29T14:55:00Z</dcterms:created>
  <dcterms:modified xsi:type="dcterms:W3CDTF">2025-09-05T16:47:00Z</dcterms:modified>
</cp:coreProperties>
</file>